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79439" w14:textId="77777777" w:rsidR="00E40DA0" w:rsidRPr="00A1714A" w:rsidRDefault="00000000" w:rsidP="00256A9B">
      <w:pPr>
        <w:pStyle w:val="NormalnyWeb"/>
        <w:tabs>
          <w:tab w:val="right" w:pos="8653"/>
        </w:tabs>
        <w:rPr>
          <w:rStyle w:val="normaltextrun"/>
          <w:rFonts w:ascii="Verdana" w:hAnsi="Verdana"/>
          <w:b/>
          <w:bCs/>
          <w:color w:val="000000"/>
          <w:sz w:val="32"/>
          <w:szCs w:val="32"/>
          <w:shd w:val="clear" w:color="auto" w:fill="FFFFFF"/>
          <w:lang w:val="fr-FR"/>
        </w:rPr>
      </w:pPr>
      <w:r>
        <w:rPr>
          <w:rStyle w:val="normaltextrun"/>
          <w:rFonts w:ascii="Verdana" w:eastAsia="Verdana" w:hAnsi="Verdana"/>
          <w:b/>
          <w:bCs/>
          <w:color w:val="000000"/>
          <w:sz w:val="32"/>
          <w:szCs w:val="32"/>
          <w:shd w:val="clear" w:color="auto" w:fill="FFFFFF"/>
          <w:lang w:val="fr-FR"/>
        </w:rPr>
        <w:tab/>
        <w:t>Communiqué de presse</w:t>
      </w:r>
    </w:p>
    <w:p w14:paraId="53EE1D3B" w14:textId="77777777" w:rsidR="008736F3" w:rsidRPr="00A1714A" w:rsidRDefault="00000000" w:rsidP="008736F3">
      <w:pPr>
        <w:rPr>
          <w:rFonts w:ascii="Verdana" w:hAnsi="Verdana"/>
          <w:sz w:val="24"/>
          <w:szCs w:val="24"/>
          <w:u w:val="single"/>
          <w:lang w:val="fr-FR"/>
        </w:rPr>
      </w:pPr>
      <w:r>
        <w:rPr>
          <w:rFonts w:ascii="Verdana" w:eastAsia="Verdana" w:hAnsi="Verdana"/>
          <w:sz w:val="24"/>
          <w:szCs w:val="24"/>
          <w:u w:val="single"/>
          <w:lang w:val="fr-FR"/>
        </w:rPr>
        <w:t xml:space="preserve">Nouvelles boîtes de vitesses et système </w:t>
      </w:r>
      <w:proofErr w:type="spellStart"/>
      <w:r>
        <w:rPr>
          <w:rFonts w:ascii="Verdana" w:eastAsia="Verdana" w:hAnsi="Verdana"/>
          <w:sz w:val="24"/>
          <w:szCs w:val="24"/>
          <w:u w:val="single"/>
          <w:lang w:val="fr-FR"/>
        </w:rPr>
        <w:t>AutoTrac</w:t>
      </w:r>
      <w:r>
        <w:rPr>
          <w:rFonts w:ascii="Verdana" w:eastAsia="Verdana" w:hAnsi="Verdana"/>
          <w:sz w:val="24"/>
          <w:szCs w:val="24"/>
          <w:u w:val="single"/>
          <w:vertAlign w:val="superscript"/>
          <w:lang w:val="fr-FR"/>
        </w:rPr>
        <w:t>TM</w:t>
      </w:r>
      <w:proofErr w:type="spellEnd"/>
      <w:r>
        <w:rPr>
          <w:rFonts w:ascii="Verdana" w:eastAsia="Verdana" w:hAnsi="Verdana"/>
          <w:sz w:val="24"/>
          <w:szCs w:val="24"/>
          <w:u w:val="single"/>
          <w:lang w:val="fr-FR"/>
        </w:rPr>
        <w:t xml:space="preserve"> intégré</w:t>
      </w:r>
    </w:p>
    <w:p w14:paraId="70E4480F" w14:textId="77777777" w:rsidR="008736F3" w:rsidRPr="00A1714A" w:rsidRDefault="00000000" w:rsidP="008736F3">
      <w:pPr>
        <w:rPr>
          <w:rFonts w:ascii="Verdana" w:hAnsi="Verdana"/>
          <w:b/>
          <w:bCs/>
          <w:sz w:val="32"/>
          <w:szCs w:val="32"/>
          <w:lang w:val="fr-FR"/>
        </w:rPr>
      </w:pPr>
      <w:r>
        <w:rPr>
          <w:rFonts w:ascii="Verdana" w:eastAsia="Verdana" w:hAnsi="Verdana"/>
          <w:b/>
          <w:bCs/>
          <w:sz w:val="32"/>
          <w:szCs w:val="32"/>
          <w:lang w:val="fr-FR"/>
        </w:rPr>
        <w:t>John Deere présente le nouveau tracteur 5M</w:t>
      </w:r>
    </w:p>
    <w:p w14:paraId="00AD494F" w14:textId="77777777" w:rsidR="008736F3" w:rsidRPr="00A1714A" w:rsidRDefault="008736F3" w:rsidP="008736F3">
      <w:pPr>
        <w:jc w:val="both"/>
        <w:rPr>
          <w:rFonts w:ascii="Verdana" w:hAnsi="Verdana"/>
          <w:sz w:val="24"/>
          <w:szCs w:val="24"/>
          <w:lang w:val="fr-FR"/>
        </w:rPr>
      </w:pPr>
    </w:p>
    <w:p w14:paraId="12E217DF" w14:textId="77777777" w:rsidR="008736F3" w:rsidRPr="00A1714A" w:rsidRDefault="00000000" w:rsidP="00345E43">
      <w:pPr>
        <w:spacing w:line="276" w:lineRule="auto"/>
        <w:jc w:val="both"/>
        <w:rPr>
          <w:rFonts w:ascii="Verdana" w:hAnsi="Verdana"/>
          <w:sz w:val="24"/>
          <w:szCs w:val="24"/>
          <w:lang w:val="fr-FR"/>
        </w:rPr>
      </w:pPr>
      <w:proofErr w:type="spellStart"/>
      <w:r>
        <w:rPr>
          <w:rFonts w:ascii="Verdana" w:eastAsia="Verdana" w:hAnsi="Verdana"/>
          <w:i/>
          <w:iCs/>
          <w:sz w:val="24"/>
          <w:szCs w:val="24"/>
          <w:lang w:val="fr-FR"/>
        </w:rPr>
        <w:t>Walldorf</w:t>
      </w:r>
      <w:proofErr w:type="spellEnd"/>
      <w:r>
        <w:rPr>
          <w:rFonts w:ascii="Verdana" w:eastAsia="Verdana" w:hAnsi="Verdana"/>
          <w:i/>
          <w:iCs/>
          <w:sz w:val="24"/>
          <w:szCs w:val="24"/>
          <w:lang w:val="fr-FR"/>
        </w:rPr>
        <w:t>, le 15 mars 2024</w:t>
      </w:r>
      <w:r>
        <w:rPr>
          <w:rFonts w:ascii="Verdana" w:eastAsia="Verdana" w:hAnsi="Verdana"/>
          <w:sz w:val="24"/>
          <w:szCs w:val="24"/>
          <w:lang w:val="fr-FR"/>
        </w:rPr>
        <w:t> – Disponible avec de nouvelles boîtes de vitesses et les fonctionnalités AutoTrac</w:t>
      </w:r>
      <w:r>
        <w:rPr>
          <w:rFonts w:ascii="Verdana" w:eastAsia="Verdana" w:hAnsi="Verdana"/>
          <w:sz w:val="24"/>
          <w:szCs w:val="24"/>
          <w:vertAlign w:val="superscript"/>
          <w:lang w:val="fr-FR"/>
        </w:rPr>
        <w:t>TM</w:t>
      </w:r>
      <w:r>
        <w:rPr>
          <w:rFonts w:ascii="Verdana" w:eastAsia="Verdana" w:hAnsi="Verdana"/>
          <w:sz w:val="24"/>
          <w:szCs w:val="24"/>
          <w:lang w:val="fr-FR"/>
        </w:rPr>
        <w:t xml:space="preserve"> intégrées au tableau de bord, le nouveau tracteur John Deere 5M est une machine polyvalente au champ comme dans toute l’exploitation et sur la route. John Deere a en outre enrichi cette série du modèle 5130M, élargissant l’offre en haut de gamme avec une puissance maximale allant jusqu’à 135 chevaux.</w:t>
      </w:r>
    </w:p>
    <w:p w14:paraId="06BA7406" w14:textId="77777777" w:rsidR="008736F3" w:rsidRPr="00A1714A" w:rsidRDefault="008736F3" w:rsidP="00345E43">
      <w:pPr>
        <w:spacing w:line="276" w:lineRule="auto"/>
        <w:jc w:val="both"/>
        <w:rPr>
          <w:rFonts w:ascii="Verdana" w:hAnsi="Verdana"/>
          <w:sz w:val="24"/>
          <w:szCs w:val="24"/>
          <w:lang w:val="fr-FR"/>
        </w:rPr>
      </w:pPr>
    </w:p>
    <w:p w14:paraId="3A01B706" w14:textId="0858A842" w:rsidR="008736F3" w:rsidRPr="00A1714A" w:rsidRDefault="00000000" w:rsidP="00345E43">
      <w:pPr>
        <w:spacing w:line="276" w:lineRule="auto"/>
        <w:jc w:val="both"/>
        <w:rPr>
          <w:rFonts w:ascii="Verdana" w:hAnsi="Verdana"/>
          <w:sz w:val="24"/>
          <w:szCs w:val="24"/>
          <w:lang w:val="fr-FR"/>
        </w:rPr>
      </w:pPr>
      <w:r>
        <w:rPr>
          <w:rFonts w:ascii="Verdana" w:eastAsia="Verdana" w:hAnsi="Verdana"/>
          <w:sz w:val="24"/>
          <w:szCs w:val="24"/>
          <w:lang w:val="fr-FR"/>
        </w:rPr>
        <w:t>Les nouvelles options de transmissions PowrQuad</w:t>
      </w:r>
      <w:r>
        <w:rPr>
          <w:rFonts w:ascii="Verdana" w:eastAsia="Verdana" w:hAnsi="Verdana"/>
          <w:sz w:val="24"/>
          <w:szCs w:val="24"/>
          <w:vertAlign w:val="superscript"/>
          <w:lang w:val="fr-FR"/>
        </w:rPr>
        <w:t>TM</w:t>
      </w:r>
      <w:r>
        <w:rPr>
          <w:rFonts w:ascii="Verdana" w:eastAsia="Verdana" w:hAnsi="Verdana"/>
          <w:sz w:val="24"/>
          <w:szCs w:val="24"/>
          <w:lang w:val="fr-FR"/>
        </w:rPr>
        <w:t> PLUS et Powr8</w:t>
      </w:r>
      <w:r>
        <w:rPr>
          <w:rFonts w:ascii="Verdana" w:eastAsia="Verdana" w:hAnsi="Verdana"/>
          <w:sz w:val="24"/>
          <w:szCs w:val="24"/>
          <w:vertAlign w:val="superscript"/>
          <w:lang w:val="fr-FR"/>
        </w:rPr>
        <w:t>TM</w:t>
      </w:r>
      <w:r>
        <w:rPr>
          <w:rFonts w:ascii="Verdana" w:eastAsia="Verdana" w:hAnsi="Verdana"/>
          <w:sz w:val="24"/>
          <w:szCs w:val="24"/>
          <w:lang w:val="fr-FR"/>
        </w:rPr>
        <w:t xml:space="preserve"> donnent aux agriculteurs des solutions pour une grande variété de tâches. Ces technologies permettent aux utilisateurs de profiter d’une puissance de traction continue et de</w:t>
      </w:r>
      <w:r w:rsidR="00A1714A">
        <w:rPr>
          <w:rFonts w:ascii="Verdana" w:eastAsia="Verdana" w:hAnsi="Verdana"/>
          <w:sz w:val="24"/>
          <w:szCs w:val="24"/>
          <w:lang w:val="fr-FR"/>
        </w:rPr>
        <w:t>s</w:t>
      </w:r>
      <w:r>
        <w:rPr>
          <w:rFonts w:ascii="Verdana" w:eastAsia="Verdana" w:hAnsi="Verdana"/>
          <w:sz w:val="24"/>
          <w:szCs w:val="24"/>
          <w:lang w:val="fr-FR"/>
        </w:rPr>
        <w:t xml:space="preserve"> passages des vitesses en douceur dans </w:t>
      </w:r>
      <w:r w:rsidR="00A1714A">
        <w:rPr>
          <w:rFonts w:ascii="Verdana" w:eastAsia="Verdana" w:hAnsi="Verdana"/>
          <w:sz w:val="24"/>
          <w:szCs w:val="24"/>
          <w:lang w:val="fr-FR"/>
        </w:rPr>
        <w:t>la gamme</w:t>
      </w:r>
      <w:r>
        <w:rPr>
          <w:rFonts w:ascii="Verdana" w:eastAsia="Verdana" w:hAnsi="Verdana"/>
          <w:sz w:val="24"/>
          <w:szCs w:val="24"/>
          <w:lang w:val="fr-FR"/>
        </w:rPr>
        <w:t xml:space="preserve"> choisi</w:t>
      </w:r>
      <w:r w:rsidR="00A1714A">
        <w:rPr>
          <w:rFonts w:ascii="Verdana" w:eastAsia="Verdana" w:hAnsi="Verdana"/>
          <w:sz w:val="24"/>
          <w:szCs w:val="24"/>
          <w:lang w:val="fr-FR"/>
        </w:rPr>
        <w:t>e</w:t>
      </w:r>
      <w:r>
        <w:rPr>
          <w:rFonts w:ascii="Verdana" w:eastAsia="Verdana" w:hAnsi="Verdana"/>
          <w:sz w:val="24"/>
          <w:szCs w:val="24"/>
          <w:lang w:val="fr-FR"/>
        </w:rPr>
        <w:t>. De plus, un bouton sur le levier évite d’avoir à actionner l’embrayage mécanique lors du passage d’</w:t>
      </w:r>
      <w:r w:rsidR="00A1714A">
        <w:rPr>
          <w:rFonts w:ascii="Verdana" w:eastAsia="Verdana" w:hAnsi="Verdana"/>
          <w:sz w:val="24"/>
          <w:szCs w:val="24"/>
          <w:lang w:val="fr-FR"/>
        </w:rPr>
        <w:t>une gamme</w:t>
      </w:r>
      <w:r>
        <w:rPr>
          <w:rFonts w:ascii="Verdana" w:eastAsia="Verdana" w:hAnsi="Verdana"/>
          <w:sz w:val="24"/>
          <w:szCs w:val="24"/>
          <w:lang w:val="fr-FR"/>
        </w:rPr>
        <w:t xml:space="preserve"> à un</w:t>
      </w:r>
      <w:r w:rsidR="00A1714A">
        <w:rPr>
          <w:rFonts w:ascii="Verdana" w:eastAsia="Verdana" w:hAnsi="Verdana"/>
          <w:sz w:val="24"/>
          <w:szCs w:val="24"/>
          <w:lang w:val="fr-FR"/>
        </w:rPr>
        <w:t>e</w:t>
      </w:r>
      <w:r>
        <w:rPr>
          <w:rFonts w:ascii="Verdana" w:eastAsia="Verdana" w:hAnsi="Verdana"/>
          <w:sz w:val="24"/>
          <w:szCs w:val="24"/>
          <w:lang w:val="fr-FR"/>
        </w:rPr>
        <w:t xml:space="preserve"> autre. Grâce à la fonctionnalité EcoShift, le tracteur 5M réduit son régime moteur pour économiser du carburant tout en délivrant une puissance suffisante pour accomplir les tâches de transports efficacement, jusqu’à 40 km/h.</w:t>
      </w:r>
    </w:p>
    <w:p w14:paraId="6ED74325" w14:textId="77777777" w:rsidR="008736F3" w:rsidRPr="00A1714A" w:rsidRDefault="008736F3" w:rsidP="00345E43">
      <w:pPr>
        <w:spacing w:line="276" w:lineRule="auto"/>
        <w:jc w:val="both"/>
        <w:rPr>
          <w:rFonts w:ascii="Verdana" w:hAnsi="Verdana"/>
          <w:sz w:val="24"/>
          <w:szCs w:val="24"/>
          <w:lang w:val="fr-FR"/>
        </w:rPr>
      </w:pPr>
    </w:p>
    <w:p w14:paraId="5337E26B" w14:textId="49D9A850" w:rsidR="008736F3" w:rsidRPr="00A1714A" w:rsidRDefault="00000000" w:rsidP="00345E43">
      <w:pPr>
        <w:spacing w:line="276" w:lineRule="auto"/>
        <w:jc w:val="both"/>
        <w:rPr>
          <w:rFonts w:ascii="Verdana" w:hAnsi="Verdana"/>
          <w:sz w:val="24"/>
          <w:szCs w:val="24"/>
          <w:lang w:val="fr-FR"/>
        </w:rPr>
      </w:pPr>
      <w:r>
        <w:rPr>
          <w:rFonts w:ascii="Verdana" w:eastAsia="Verdana" w:hAnsi="Verdana"/>
          <w:sz w:val="24"/>
          <w:szCs w:val="24"/>
          <w:lang w:val="fr-FR"/>
        </w:rPr>
        <w:t>L’intégration d’</w:t>
      </w:r>
      <w:proofErr w:type="spellStart"/>
      <w:r>
        <w:rPr>
          <w:rFonts w:ascii="Verdana" w:eastAsia="Verdana" w:hAnsi="Verdana"/>
          <w:sz w:val="24"/>
          <w:szCs w:val="24"/>
          <w:lang w:val="fr-FR"/>
        </w:rPr>
        <w:t>AutoTrac</w:t>
      </w:r>
      <w:r>
        <w:rPr>
          <w:rFonts w:ascii="Verdana" w:eastAsia="Verdana" w:hAnsi="Verdana"/>
          <w:sz w:val="24"/>
          <w:szCs w:val="24"/>
          <w:vertAlign w:val="superscript"/>
          <w:lang w:val="fr-FR"/>
        </w:rPr>
        <w:t>TM</w:t>
      </w:r>
      <w:proofErr w:type="spellEnd"/>
      <w:r>
        <w:rPr>
          <w:rFonts w:ascii="Verdana" w:eastAsia="Verdana" w:hAnsi="Verdana"/>
          <w:sz w:val="24"/>
          <w:szCs w:val="24"/>
          <w:lang w:val="fr-FR"/>
        </w:rPr>
        <w:t xml:space="preserve"> au tableau de bord – que les utilisateurs de la série 6M connaissent bien grâce </w:t>
      </w:r>
      <w:r w:rsidR="00A1714A">
        <w:rPr>
          <w:rFonts w:ascii="Verdana" w:eastAsia="Verdana" w:hAnsi="Verdana"/>
          <w:sz w:val="24"/>
          <w:szCs w:val="24"/>
          <w:lang w:val="fr-FR"/>
        </w:rPr>
        <w:t>à son affichage sur la console</w:t>
      </w:r>
      <w:r>
        <w:rPr>
          <w:rFonts w:ascii="Verdana" w:eastAsia="Verdana" w:hAnsi="Verdana"/>
          <w:sz w:val="24"/>
          <w:szCs w:val="24"/>
          <w:lang w:val="fr-FR"/>
        </w:rPr>
        <w:t xml:space="preserve"> d’angle – </w:t>
      </w:r>
      <w:proofErr w:type="gramStart"/>
      <w:r>
        <w:rPr>
          <w:rFonts w:ascii="Verdana" w:eastAsia="Verdana" w:hAnsi="Verdana"/>
          <w:sz w:val="24"/>
          <w:szCs w:val="24"/>
          <w:lang w:val="fr-FR"/>
        </w:rPr>
        <w:t>augmente</w:t>
      </w:r>
      <w:proofErr w:type="gramEnd"/>
      <w:r>
        <w:rPr>
          <w:rFonts w:ascii="Verdana" w:eastAsia="Verdana" w:hAnsi="Verdana"/>
          <w:sz w:val="24"/>
          <w:szCs w:val="24"/>
          <w:lang w:val="fr-FR"/>
        </w:rPr>
        <w:t xml:space="preserve"> la précision et l’efficacité en minimisant les chevauchements lors du travail au champ et en </w:t>
      </w:r>
      <w:r w:rsidR="00A1714A">
        <w:rPr>
          <w:rFonts w:ascii="Verdana" w:eastAsia="Verdana" w:hAnsi="Verdana"/>
          <w:sz w:val="24"/>
          <w:szCs w:val="24"/>
          <w:lang w:val="fr-FR"/>
        </w:rPr>
        <w:t>prairie</w:t>
      </w:r>
      <w:r>
        <w:rPr>
          <w:rFonts w:ascii="Verdana" w:eastAsia="Verdana" w:hAnsi="Verdana"/>
          <w:sz w:val="24"/>
          <w:szCs w:val="24"/>
          <w:lang w:val="fr-FR"/>
        </w:rPr>
        <w:t>. Le système de guidage facilite le maintien de la trajectoire lors des travaux rectilignes au champ. Une mise à niveau vers des fonctionnalités de guidage plus sophistiquées est possible à tout moment avec une console universelle G5.</w:t>
      </w:r>
    </w:p>
    <w:p w14:paraId="21F60601" w14:textId="77777777" w:rsidR="008736F3" w:rsidRPr="00A1714A" w:rsidRDefault="008736F3" w:rsidP="00345E43">
      <w:pPr>
        <w:spacing w:line="276" w:lineRule="auto"/>
        <w:jc w:val="both"/>
        <w:rPr>
          <w:rFonts w:ascii="Verdana" w:hAnsi="Verdana"/>
          <w:sz w:val="24"/>
          <w:szCs w:val="24"/>
          <w:lang w:val="fr-FR"/>
        </w:rPr>
      </w:pPr>
    </w:p>
    <w:p w14:paraId="765113C0" w14:textId="77777777" w:rsidR="00F612C0" w:rsidRPr="00A1714A" w:rsidRDefault="00000000" w:rsidP="00345E43">
      <w:pPr>
        <w:spacing w:line="276" w:lineRule="auto"/>
        <w:jc w:val="both"/>
        <w:rPr>
          <w:rStyle w:val="normaltextrun"/>
          <w:rFonts w:ascii="Verdana" w:hAnsi="Verdana"/>
          <w:sz w:val="24"/>
          <w:szCs w:val="24"/>
          <w:lang w:val="fr-FR"/>
        </w:rPr>
      </w:pPr>
      <w:r>
        <w:rPr>
          <w:rFonts w:ascii="Verdana" w:eastAsia="Verdana" w:hAnsi="Verdana"/>
          <w:sz w:val="24"/>
          <w:szCs w:val="24"/>
          <w:lang w:val="fr-FR"/>
        </w:rPr>
        <w:t xml:space="preserve">Avec un rayon de braquage compact de 4,1 mètres, la série 5M de John Deere présente une grande maniabilité, la rendant adéquate pour des tâches au sein de l’exploitation ou pour l’alimentation des animaux dans des espaces confinés. Le capot moteur bas et le grand toit vitré panoramique offrent une excellente visibilité, tout particulièrement lors des tâches au chargeur frontal. La nouvelle série 5M est livrée avec la </w:t>
      </w:r>
      <w:r>
        <w:rPr>
          <w:rFonts w:ascii="Verdana" w:eastAsia="Verdana" w:hAnsi="Verdana"/>
          <w:sz w:val="24"/>
          <w:szCs w:val="24"/>
          <w:lang w:val="fr-FR"/>
        </w:rPr>
        <w:lastRenderedPageBreak/>
        <w:t>fonctionnalité d’analyse prédictive Expert Alerts, permettant une détection anticipée des besoins en termes d’entretien, qui améliore encore la fiabilité opérationnelle et réduit les immobilisations imprévues.</w:t>
      </w:r>
    </w:p>
    <w:sectPr w:rsidR="00F612C0" w:rsidRPr="00A1714A" w:rsidSect="00007F2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78266" w14:textId="77777777" w:rsidR="00007F2C" w:rsidRDefault="00007F2C">
      <w:r>
        <w:separator/>
      </w:r>
    </w:p>
  </w:endnote>
  <w:endnote w:type="continuationSeparator" w:id="0">
    <w:p w14:paraId="6384E7F3" w14:textId="77777777" w:rsidR="00007F2C" w:rsidRDefault="0000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A373D" w14:textId="77777777" w:rsidR="00E71D01" w:rsidRDefault="00E71D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A0209" w14:textId="77777777" w:rsidR="00515A0D" w:rsidRDefault="00000000">
    <w:pPr>
      <w:pStyle w:val="Stopka"/>
    </w:pPr>
    <w:r>
      <w:rPr>
        <w:noProof/>
        <w:color w:val="2B579A"/>
        <w:shd w:val="clear" w:color="auto" w:fill="E6E6E6"/>
      </w:rPr>
      <mc:AlternateContent>
        <mc:Choice Requires="wps">
          <w:drawing>
            <wp:anchor distT="0" distB="0" distL="114300" distR="114300" simplePos="0" relativeHeight="251656704" behindDoc="0" locked="0" layoutInCell="0" allowOverlap="1" wp14:anchorId="3DD74FA3" wp14:editId="0816E441">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16821F"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w14:anchorId="3DD74FA3" id="_x0000_t202" coordsize="21600,21600" o:spt="202" path="m,l,21600r21600,l21600,xe">
              <v:stroke joinstyle="miter"/>
              <v:path gradientshapeok="t" o:connecttype="rect"/>
            </v:shapetype>
            <v:shape id="Textfeld 1"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67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" o:allowincell="f" filled="f" stroked="f" strokeweight=".5pt">
              <v:textbox inset=",0,20pt,0">
                <w:txbxContent>
                  <w:p w14:paraId="4E16821F"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AA958" w14:textId="77777777" w:rsidR="00EA6EC7" w:rsidRPr="00EA6EC7" w:rsidRDefault="00000000" w:rsidP="00EA6EC7">
    <w:pPr>
      <w:jc w:val="center"/>
      <w:rPr>
        <w:rFonts w:cs="Arial"/>
        <w:color w:val="000000"/>
        <w:sz w:val="14"/>
        <w:szCs w:val="14"/>
      </w:rPr>
    </w:pPr>
    <w:r>
      <w:rPr>
        <w:rFonts w:cs="Arial"/>
        <w:noProof/>
        <w:color w:val="000000"/>
        <w:sz w:val="14"/>
        <w:szCs w:val="14"/>
        <w:shd w:val="clear" w:color="auto" w:fill="E6E6E6"/>
        <w:lang w:val="en-US"/>
      </w:rPr>
      <mc:AlternateContent>
        <mc:Choice Requires="wps">
          <w:drawing>
            <wp:anchor distT="0" distB="0" distL="114300" distR="114300" simplePos="0" relativeHeight="251658752" behindDoc="0" locked="0" layoutInCell="0" allowOverlap="1" wp14:anchorId="73C5E304" wp14:editId="09A3057F">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F9F473"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w14:anchorId="73C5E304" id="_x0000_t202" coordsize="21600,21600" o:spt="202" path="m,l,21600r21600,l21600,xe">
              <v:stroke joinstyle="miter"/>
              <v:path gradientshapeok="t" o:connecttype="rect"/>
            </v:shapetype>
            <v:shape id="Textfeld 3"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" o:allowincell="f" filled="f" stroked="f" strokeweight=".5pt">
              <v:textbox inset=",0,20pt,0">
                <w:txbxContent>
                  <w:p w14:paraId="76F9F473"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v:textbox>
              <w10:wrap anchorx="page" anchory="page"/>
            </v:shape>
          </w:pict>
        </mc:Fallback>
      </mc:AlternateContent>
    </w:r>
    <w:r w:rsidRPr="00A1714A">
      <w:rPr>
        <w:rFonts w:eastAsia="Arial" w:cs="Arial"/>
        <w:color w:val="000000"/>
        <w:sz w:val="14"/>
        <w:szCs w:val="14"/>
        <w:lang w:val="en-US"/>
      </w:rPr>
      <w:t xml:space="preserve">John Deere Walldorf GmbH &amp; Co. </w:t>
    </w:r>
    <w:r w:rsidRPr="00A1714A">
      <w:rPr>
        <w:rFonts w:eastAsia="Arial" w:cs="Arial"/>
        <w:color w:val="000000"/>
        <w:sz w:val="14"/>
        <w:szCs w:val="14"/>
      </w:rPr>
      <w:t xml:space="preserve">KG • Sitz Walldorf • Amtsgericht Mannheim HRA 707944 </w:t>
    </w:r>
  </w:p>
  <w:p w14:paraId="7BCF7D31" w14:textId="77777777" w:rsidR="00EA6EC7" w:rsidRPr="00EA6EC7" w:rsidRDefault="00000000" w:rsidP="00EA6EC7">
    <w:pPr>
      <w:rPr>
        <w:rFonts w:cs="Arial"/>
        <w:color w:val="000000"/>
        <w:sz w:val="14"/>
        <w:szCs w:val="14"/>
      </w:rPr>
    </w:pPr>
    <w:r w:rsidRPr="00A1714A">
      <w:rPr>
        <w:rFonts w:eastAsia="Arial" w:cs="Arial"/>
        <w:color w:val="000000"/>
        <w:sz w:val="14"/>
        <w:szCs w:val="14"/>
      </w:rPr>
      <w:t>Persönlich haftende Gesellschafterin: John Deere Walldorf GmbH, Sitz Luxemburg, Handelsregister Nr.: R.C.S. Luxemburg B220944</w:t>
    </w:r>
  </w:p>
  <w:p w14:paraId="6202B41D" w14:textId="77777777" w:rsidR="00C92C77" w:rsidRPr="00EA6EC7" w:rsidRDefault="00000000" w:rsidP="00EA6EC7">
    <w:pPr>
      <w:jc w:val="center"/>
    </w:pPr>
    <w:r w:rsidRPr="00A1714A">
      <w:rPr>
        <w:rFonts w:eastAsia="Arial" w:cs="Arial"/>
        <w:color w:val="000000"/>
        <w:sz w:val="14"/>
        <w:szCs w:val="14"/>
      </w:rPr>
      <w:t>Geschäftsführer: Christian Eichholtz, Deanna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286BD" w14:textId="77777777" w:rsidR="00007F2C" w:rsidRDefault="00007F2C">
      <w:r>
        <w:separator/>
      </w:r>
    </w:p>
  </w:footnote>
  <w:footnote w:type="continuationSeparator" w:id="0">
    <w:p w14:paraId="4DDB79DC" w14:textId="77777777" w:rsidR="00007F2C" w:rsidRDefault="00007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592E" w14:textId="77777777" w:rsidR="00E71D01" w:rsidRDefault="00E71D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342F9" w14:paraId="555AF66A" w14:textId="77777777">
      <w:tc>
        <w:tcPr>
          <w:tcW w:w="6039" w:type="dxa"/>
        </w:tcPr>
        <w:p w14:paraId="02084778" w14:textId="77777777" w:rsidR="00C92C77" w:rsidRDefault="00C92C77">
          <w:pPr>
            <w:spacing w:before="240"/>
            <w:ind w:left="170" w:right="-680"/>
            <w:rPr>
              <w:sz w:val="24"/>
            </w:rPr>
          </w:pPr>
        </w:p>
        <w:p w14:paraId="12AA6E4F" w14:textId="77777777" w:rsidR="00EC654F" w:rsidRDefault="00EC654F">
          <w:pPr>
            <w:spacing w:before="240"/>
            <w:ind w:left="170" w:right="-680"/>
            <w:rPr>
              <w:sz w:val="24"/>
            </w:rPr>
          </w:pPr>
        </w:p>
      </w:tc>
      <w:tc>
        <w:tcPr>
          <w:tcW w:w="3827" w:type="dxa"/>
        </w:tcPr>
        <w:p w14:paraId="2F568A85" w14:textId="77777777" w:rsidR="00C92C77" w:rsidRDefault="00000000">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rPr>
              <w:color w:val="2B579A"/>
              <w:shd w:val="clear" w:color="auto" w:fill="E6E6E6"/>
            </w:rPr>
            <w:fldChar w:fldCharType="separate"/>
          </w:r>
          <w:r>
            <w:rPr>
              <w:rStyle w:val="Numerstrony"/>
              <w:b w:val="0"/>
              <w:noProof/>
              <w:sz w:val="18"/>
            </w:rPr>
            <w:t>2</w:t>
          </w:r>
          <w:r>
            <w:rPr>
              <w:color w:val="2B579A"/>
              <w:shd w:val="clear" w:color="auto" w:fill="E6E6E6"/>
            </w:rPr>
            <w:fldChar w:fldCharType="end"/>
          </w:r>
          <w:r>
            <w:rPr>
              <w:rStyle w:val="Numerstrony"/>
              <w:b w:val="0"/>
              <w:sz w:val="18"/>
            </w:rPr>
            <w:t xml:space="preserve"> -</w:t>
          </w:r>
        </w:p>
        <w:p w14:paraId="260CD52D" w14:textId="77777777" w:rsidR="00C92C77" w:rsidRDefault="00C92C77">
          <w:pPr>
            <w:pStyle w:val="Nagwek2"/>
            <w:ind w:hanging="142"/>
          </w:pPr>
        </w:p>
      </w:tc>
    </w:tr>
  </w:tbl>
  <w:p w14:paraId="1DAC1CE6" w14:textId="77777777" w:rsidR="00C92C77" w:rsidRDefault="00C92C77">
    <w:pPr>
      <w:pStyle w:val="Nagwek"/>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C342F9" w14:paraId="53E7AF6B" w14:textId="77777777" w:rsidTr="00F34E40">
      <w:tc>
        <w:tcPr>
          <w:tcW w:w="6039" w:type="dxa"/>
        </w:tcPr>
        <w:p w14:paraId="496F1AC6"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7728" behindDoc="0" locked="0" layoutInCell="1" allowOverlap="1" wp14:anchorId="713F4264" wp14:editId="22E2D9AF">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4663021C" w14:textId="77777777" w:rsidR="00F34E40" w:rsidRDefault="00F34E40" w:rsidP="00F34E40">
          <w:pPr>
            <w:spacing w:before="240"/>
            <w:ind w:left="170" w:right="-680"/>
            <w:rPr>
              <w:sz w:val="24"/>
            </w:rPr>
          </w:pPr>
        </w:p>
        <w:p w14:paraId="5F54C064" w14:textId="77777777" w:rsidR="00F34E40" w:rsidRDefault="00F34E40" w:rsidP="00F34E40">
          <w:pPr>
            <w:ind w:left="170" w:right="-680"/>
            <w:rPr>
              <w:sz w:val="24"/>
            </w:rPr>
          </w:pPr>
        </w:p>
      </w:tc>
      <w:tc>
        <w:tcPr>
          <w:tcW w:w="6039" w:type="dxa"/>
        </w:tcPr>
        <w:p w14:paraId="51659C76" w14:textId="77777777" w:rsidR="00B86A4A" w:rsidRDefault="00B86A4A" w:rsidP="00F34E40">
          <w:pPr>
            <w:pStyle w:val="Nagwek"/>
            <w:ind w:left="-142" w:right="-533"/>
            <w:rPr>
              <w:szCs w:val="18"/>
            </w:rPr>
          </w:pPr>
        </w:p>
        <w:p w14:paraId="4230366E" w14:textId="77777777" w:rsidR="00B86A4A" w:rsidRDefault="00B86A4A" w:rsidP="00F34E40">
          <w:pPr>
            <w:pStyle w:val="Nagwek"/>
            <w:ind w:left="-142" w:right="-533"/>
            <w:rPr>
              <w:szCs w:val="18"/>
            </w:rPr>
          </w:pPr>
        </w:p>
        <w:p w14:paraId="4EA4F273" w14:textId="77777777" w:rsidR="00F34E40" w:rsidRPr="00002C79" w:rsidRDefault="00000000" w:rsidP="00F34E40">
          <w:pPr>
            <w:pStyle w:val="Nagwek"/>
            <w:ind w:left="-142" w:right="-533"/>
            <w:rPr>
              <w:szCs w:val="18"/>
            </w:rPr>
          </w:pPr>
          <w:r w:rsidRPr="00A1714A">
            <w:rPr>
              <w:rFonts w:eastAsia="Arial"/>
              <w:szCs w:val="18"/>
              <w:lang w:val="en-US"/>
            </w:rPr>
            <w:t xml:space="preserve">John Deere Walldorf GmbH &amp; Co. </w:t>
          </w:r>
          <w:r w:rsidRPr="00A1714A">
            <w:rPr>
              <w:rFonts w:eastAsia="Arial"/>
              <w:szCs w:val="18"/>
            </w:rPr>
            <w:t>KG</w:t>
          </w:r>
        </w:p>
        <w:p w14:paraId="28F61379" w14:textId="77777777" w:rsidR="00F34E40" w:rsidRPr="00002C79" w:rsidRDefault="00000000" w:rsidP="00F34E40">
          <w:pPr>
            <w:pStyle w:val="Nagwek"/>
            <w:ind w:left="-142" w:right="-533"/>
            <w:rPr>
              <w:szCs w:val="18"/>
            </w:rPr>
          </w:pPr>
          <w:r w:rsidRPr="00A1714A">
            <w:rPr>
              <w:rFonts w:eastAsia="Arial"/>
              <w:szCs w:val="18"/>
            </w:rPr>
            <w:t>John-Deere-Straße 1</w:t>
          </w:r>
        </w:p>
        <w:p w14:paraId="0355DFCE" w14:textId="77777777" w:rsidR="00F34E40" w:rsidRPr="00002C79" w:rsidRDefault="00000000" w:rsidP="00F34E40">
          <w:pPr>
            <w:pStyle w:val="Nagwek"/>
            <w:ind w:left="-142" w:right="-533"/>
            <w:rPr>
              <w:szCs w:val="18"/>
            </w:rPr>
          </w:pPr>
          <w:r w:rsidRPr="00A1714A">
            <w:rPr>
              <w:rFonts w:eastAsia="Arial"/>
              <w:szCs w:val="18"/>
            </w:rPr>
            <w:t xml:space="preserve">69190 Walldorf • Allemagne </w:t>
          </w:r>
        </w:p>
        <w:p w14:paraId="107782F5" w14:textId="77777777" w:rsidR="00F34E40" w:rsidRPr="00002C79" w:rsidRDefault="00F34E40" w:rsidP="00B86A4A">
          <w:pPr>
            <w:pStyle w:val="Nagwek"/>
            <w:ind w:right="-533"/>
            <w:rPr>
              <w:szCs w:val="18"/>
            </w:rPr>
          </w:pPr>
        </w:p>
      </w:tc>
    </w:tr>
    <w:tr w:rsidR="00C342F9" w14:paraId="7DC6F681" w14:textId="77777777" w:rsidTr="00F34E40">
      <w:tc>
        <w:tcPr>
          <w:tcW w:w="6039" w:type="dxa"/>
        </w:tcPr>
        <w:p w14:paraId="7A418178" w14:textId="77777777" w:rsidR="00F34E40" w:rsidRPr="00002C79" w:rsidRDefault="00F34E40" w:rsidP="00F34E40">
          <w:pPr>
            <w:spacing w:before="240"/>
            <w:ind w:left="170" w:right="-680"/>
            <w:rPr>
              <w:sz w:val="24"/>
            </w:rPr>
          </w:pPr>
        </w:p>
      </w:tc>
      <w:tc>
        <w:tcPr>
          <w:tcW w:w="6039" w:type="dxa"/>
        </w:tcPr>
        <w:p w14:paraId="385AAA69" w14:textId="77777777" w:rsidR="00E71D01" w:rsidRDefault="00000000" w:rsidP="00F34E40">
          <w:pPr>
            <w:pStyle w:val="Nagwek"/>
            <w:ind w:right="-533" w:hanging="142"/>
            <w:rPr>
              <w:rFonts w:eastAsia="Arial"/>
              <w:b/>
              <w:bCs/>
              <w:szCs w:val="18"/>
              <w:lang w:val="fr-FR"/>
            </w:rPr>
          </w:pPr>
          <w:r>
            <w:rPr>
              <w:rFonts w:eastAsia="Arial"/>
              <w:b/>
              <w:bCs/>
              <w:szCs w:val="18"/>
              <w:lang w:val="fr-FR"/>
            </w:rPr>
            <w:t xml:space="preserve">Contact presse spécialisée sur les </w:t>
          </w:r>
        </w:p>
        <w:p w14:paraId="3E10E47C" w14:textId="0A6AA578" w:rsidR="0014080B" w:rsidRPr="00A1714A" w:rsidRDefault="00000000" w:rsidP="00F34E40">
          <w:pPr>
            <w:pStyle w:val="Nagwek"/>
            <w:ind w:right="-533" w:hanging="142"/>
            <w:rPr>
              <w:b/>
              <w:szCs w:val="18"/>
              <w:lang w:val="fr-FR"/>
            </w:rPr>
          </w:pPr>
          <w:proofErr w:type="gramStart"/>
          <w:r>
            <w:rPr>
              <w:rFonts w:eastAsia="Arial"/>
              <w:b/>
              <w:bCs/>
              <w:szCs w:val="18"/>
              <w:lang w:val="fr-FR"/>
            </w:rPr>
            <w:t>matériels</w:t>
          </w:r>
          <w:proofErr w:type="gramEnd"/>
          <w:r>
            <w:rPr>
              <w:rFonts w:eastAsia="Arial"/>
              <w:b/>
              <w:bCs/>
              <w:szCs w:val="18"/>
              <w:lang w:val="fr-FR"/>
            </w:rPr>
            <w:t xml:space="preserve"> agricoles et d’entretien des espaces verts</w:t>
          </w:r>
        </w:p>
        <w:p w14:paraId="291A47AF" w14:textId="77777777" w:rsidR="00F34E40" w:rsidRPr="00E71D01" w:rsidRDefault="00000000" w:rsidP="00F34E40">
          <w:pPr>
            <w:pStyle w:val="Nagwek"/>
            <w:ind w:right="-533" w:hanging="142"/>
            <w:rPr>
              <w:b/>
              <w:szCs w:val="18"/>
            </w:rPr>
          </w:pPr>
          <w:r>
            <w:rPr>
              <w:rFonts w:eastAsia="Arial"/>
              <w:b/>
              <w:bCs/>
              <w:szCs w:val="18"/>
              <w:lang w:val="fr-FR"/>
            </w:rPr>
            <w:t xml:space="preserve">Finn </w:t>
          </w:r>
          <w:proofErr w:type="spellStart"/>
          <w:r>
            <w:rPr>
              <w:rFonts w:eastAsia="Arial"/>
              <w:b/>
              <w:bCs/>
              <w:szCs w:val="18"/>
              <w:lang w:val="fr-FR"/>
            </w:rPr>
            <w:t>Niclas</w:t>
          </w:r>
          <w:proofErr w:type="spellEnd"/>
          <w:r>
            <w:rPr>
              <w:rFonts w:eastAsia="Arial"/>
              <w:b/>
              <w:bCs/>
              <w:szCs w:val="18"/>
              <w:lang w:val="fr-FR"/>
            </w:rPr>
            <w:t xml:space="preserve"> Marien</w:t>
          </w:r>
        </w:p>
        <w:p w14:paraId="703CC7DB" w14:textId="77777777" w:rsidR="005750F6" w:rsidRPr="00671591" w:rsidRDefault="00000000" w:rsidP="00F34E40">
          <w:pPr>
            <w:pStyle w:val="Nagwek"/>
            <w:ind w:right="-533" w:hanging="142"/>
            <w:rPr>
              <w:szCs w:val="18"/>
            </w:rPr>
          </w:pPr>
          <w:r>
            <w:rPr>
              <w:rFonts w:eastAsia="Arial"/>
              <w:szCs w:val="18"/>
              <w:lang w:val="fr-FR"/>
            </w:rPr>
            <w:t>Tél : +49 6227 7873 468</w:t>
          </w:r>
        </w:p>
        <w:p w14:paraId="66CC211B" w14:textId="77777777" w:rsidR="00F34E40" w:rsidRPr="003042CA" w:rsidRDefault="00000000" w:rsidP="00F34E40">
          <w:pPr>
            <w:pStyle w:val="Nagwek"/>
            <w:ind w:right="-533" w:hanging="142"/>
            <w:rPr>
              <w:szCs w:val="18"/>
            </w:rPr>
          </w:pPr>
          <w:proofErr w:type="gramStart"/>
          <w:r>
            <w:rPr>
              <w:rFonts w:eastAsia="Arial"/>
              <w:szCs w:val="18"/>
              <w:lang w:val="fr-FR"/>
            </w:rPr>
            <w:t>E-mail</w:t>
          </w:r>
          <w:proofErr w:type="gramEnd"/>
          <w:r>
            <w:rPr>
              <w:rFonts w:eastAsia="Arial"/>
              <w:szCs w:val="18"/>
              <w:lang w:val="fr-FR"/>
            </w:rPr>
            <w:t> : MarienFinnN@JohnDeere.com</w:t>
          </w:r>
        </w:p>
        <w:p w14:paraId="401EEF16" w14:textId="77777777" w:rsidR="00F34E40" w:rsidRPr="003042CA" w:rsidRDefault="00F34E40" w:rsidP="00F34E40">
          <w:pPr>
            <w:spacing w:before="240"/>
            <w:ind w:left="170" w:right="-680"/>
            <w:rPr>
              <w:sz w:val="18"/>
              <w:szCs w:val="18"/>
            </w:rPr>
          </w:pPr>
        </w:p>
      </w:tc>
    </w:tr>
  </w:tbl>
  <w:p w14:paraId="54EBB90F" w14:textId="77777777" w:rsidR="00C92C77" w:rsidRPr="003042CA"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E7BA76A4">
      <w:start w:val="177"/>
      <w:numFmt w:val="bullet"/>
      <w:lvlText w:val="-"/>
      <w:lvlJc w:val="left"/>
      <w:pPr>
        <w:ind w:left="720" w:hanging="360"/>
      </w:pPr>
      <w:rPr>
        <w:rFonts w:ascii="Verdana" w:eastAsia="Cambria" w:hAnsi="Verdana" w:cs="Times New Roman" w:hint="default"/>
      </w:rPr>
    </w:lvl>
    <w:lvl w:ilvl="1" w:tplc="0C4614FA" w:tentative="1">
      <w:start w:val="1"/>
      <w:numFmt w:val="bullet"/>
      <w:lvlText w:val="o"/>
      <w:lvlJc w:val="left"/>
      <w:pPr>
        <w:ind w:left="1440" w:hanging="360"/>
      </w:pPr>
      <w:rPr>
        <w:rFonts w:ascii="Courier New" w:hAnsi="Courier New" w:cs="Courier New" w:hint="default"/>
      </w:rPr>
    </w:lvl>
    <w:lvl w:ilvl="2" w:tplc="09D45F7A" w:tentative="1">
      <w:start w:val="1"/>
      <w:numFmt w:val="bullet"/>
      <w:lvlText w:val=""/>
      <w:lvlJc w:val="left"/>
      <w:pPr>
        <w:ind w:left="2160" w:hanging="360"/>
      </w:pPr>
      <w:rPr>
        <w:rFonts w:ascii="Wingdings" w:hAnsi="Wingdings" w:hint="default"/>
      </w:rPr>
    </w:lvl>
    <w:lvl w:ilvl="3" w:tplc="49189F06" w:tentative="1">
      <w:start w:val="1"/>
      <w:numFmt w:val="bullet"/>
      <w:lvlText w:val=""/>
      <w:lvlJc w:val="left"/>
      <w:pPr>
        <w:ind w:left="2880" w:hanging="360"/>
      </w:pPr>
      <w:rPr>
        <w:rFonts w:ascii="Symbol" w:hAnsi="Symbol" w:hint="default"/>
      </w:rPr>
    </w:lvl>
    <w:lvl w:ilvl="4" w:tplc="2390A95E" w:tentative="1">
      <w:start w:val="1"/>
      <w:numFmt w:val="bullet"/>
      <w:lvlText w:val="o"/>
      <w:lvlJc w:val="left"/>
      <w:pPr>
        <w:ind w:left="3600" w:hanging="360"/>
      </w:pPr>
      <w:rPr>
        <w:rFonts w:ascii="Courier New" w:hAnsi="Courier New" w:cs="Courier New" w:hint="default"/>
      </w:rPr>
    </w:lvl>
    <w:lvl w:ilvl="5" w:tplc="2578E676" w:tentative="1">
      <w:start w:val="1"/>
      <w:numFmt w:val="bullet"/>
      <w:lvlText w:val=""/>
      <w:lvlJc w:val="left"/>
      <w:pPr>
        <w:ind w:left="4320" w:hanging="360"/>
      </w:pPr>
      <w:rPr>
        <w:rFonts w:ascii="Wingdings" w:hAnsi="Wingdings" w:hint="default"/>
      </w:rPr>
    </w:lvl>
    <w:lvl w:ilvl="6" w:tplc="BA7817C6" w:tentative="1">
      <w:start w:val="1"/>
      <w:numFmt w:val="bullet"/>
      <w:lvlText w:val=""/>
      <w:lvlJc w:val="left"/>
      <w:pPr>
        <w:ind w:left="5040" w:hanging="360"/>
      </w:pPr>
      <w:rPr>
        <w:rFonts w:ascii="Symbol" w:hAnsi="Symbol" w:hint="default"/>
      </w:rPr>
    </w:lvl>
    <w:lvl w:ilvl="7" w:tplc="830A8FF6" w:tentative="1">
      <w:start w:val="1"/>
      <w:numFmt w:val="bullet"/>
      <w:lvlText w:val="o"/>
      <w:lvlJc w:val="left"/>
      <w:pPr>
        <w:ind w:left="5760" w:hanging="360"/>
      </w:pPr>
      <w:rPr>
        <w:rFonts w:ascii="Courier New" w:hAnsi="Courier New" w:cs="Courier New" w:hint="default"/>
      </w:rPr>
    </w:lvl>
    <w:lvl w:ilvl="8" w:tplc="596E6B50"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6AB63708">
      <w:start w:val="1"/>
      <w:numFmt w:val="decimal"/>
      <w:lvlText w:val="%1."/>
      <w:lvlJc w:val="left"/>
      <w:pPr>
        <w:ind w:left="720" w:hanging="360"/>
      </w:pPr>
      <w:rPr>
        <w:rFonts w:hint="default"/>
      </w:rPr>
    </w:lvl>
    <w:lvl w:ilvl="1" w:tplc="B3624830" w:tentative="1">
      <w:start w:val="1"/>
      <w:numFmt w:val="lowerLetter"/>
      <w:lvlText w:val="%2."/>
      <w:lvlJc w:val="left"/>
      <w:pPr>
        <w:ind w:left="1440" w:hanging="360"/>
      </w:pPr>
    </w:lvl>
    <w:lvl w:ilvl="2" w:tplc="E16C77EC" w:tentative="1">
      <w:start w:val="1"/>
      <w:numFmt w:val="lowerRoman"/>
      <w:lvlText w:val="%3."/>
      <w:lvlJc w:val="right"/>
      <w:pPr>
        <w:ind w:left="2160" w:hanging="180"/>
      </w:pPr>
    </w:lvl>
    <w:lvl w:ilvl="3" w:tplc="14508BFE" w:tentative="1">
      <w:start w:val="1"/>
      <w:numFmt w:val="decimal"/>
      <w:lvlText w:val="%4."/>
      <w:lvlJc w:val="left"/>
      <w:pPr>
        <w:ind w:left="2880" w:hanging="360"/>
      </w:pPr>
    </w:lvl>
    <w:lvl w:ilvl="4" w:tplc="07F6B09A" w:tentative="1">
      <w:start w:val="1"/>
      <w:numFmt w:val="lowerLetter"/>
      <w:lvlText w:val="%5."/>
      <w:lvlJc w:val="left"/>
      <w:pPr>
        <w:ind w:left="3600" w:hanging="360"/>
      </w:pPr>
    </w:lvl>
    <w:lvl w:ilvl="5" w:tplc="9D88D756" w:tentative="1">
      <w:start w:val="1"/>
      <w:numFmt w:val="lowerRoman"/>
      <w:lvlText w:val="%6."/>
      <w:lvlJc w:val="right"/>
      <w:pPr>
        <w:ind w:left="4320" w:hanging="180"/>
      </w:pPr>
    </w:lvl>
    <w:lvl w:ilvl="6" w:tplc="854894EA" w:tentative="1">
      <w:start w:val="1"/>
      <w:numFmt w:val="decimal"/>
      <w:lvlText w:val="%7."/>
      <w:lvlJc w:val="left"/>
      <w:pPr>
        <w:ind w:left="5040" w:hanging="360"/>
      </w:pPr>
    </w:lvl>
    <w:lvl w:ilvl="7" w:tplc="5A1AF152" w:tentative="1">
      <w:start w:val="1"/>
      <w:numFmt w:val="lowerLetter"/>
      <w:lvlText w:val="%8."/>
      <w:lvlJc w:val="left"/>
      <w:pPr>
        <w:ind w:left="5760" w:hanging="360"/>
      </w:pPr>
    </w:lvl>
    <w:lvl w:ilvl="8" w:tplc="8B0A7D08"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F2763C64">
      <w:start w:val="1"/>
      <w:numFmt w:val="bullet"/>
      <w:lvlText w:val=""/>
      <w:lvlJc w:val="left"/>
      <w:pPr>
        <w:ind w:left="720" w:hanging="360"/>
      </w:pPr>
      <w:rPr>
        <w:rFonts w:ascii="Symbol" w:hAnsi="Symbol" w:hint="default"/>
      </w:rPr>
    </w:lvl>
    <w:lvl w:ilvl="1" w:tplc="25767814" w:tentative="1">
      <w:start w:val="1"/>
      <w:numFmt w:val="bullet"/>
      <w:lvlText w:val="o"/>
      <w:lvlJc w:val="left"/>
      <w:pPr>
        <w:ind w:left="1440" w:hanging="360"/>
      </w:pPr>
      <w:rPr>
        <w:rFonts w:ascii="Courier New" w:hAnsi="Courier New" w:cs="Courier New" w:hint="default"/>
      </w:rPr>
    </w:lvl>
    <w:lvl w:ilvl="2" w:tplc="2F04236E" w:tentative="1">
      <w:start w:val="1"/>
      <w:numFmt w:val="bullet"/>
      <w:lvlText w:val=""/>
      <w:lvlJc w:val="left"/>
      <w:pPr>
        <w:ind w:left="2160" w:hanging="360"/>
      </w:pPr>
      <w:rPr>
        <w:rFonts w:ascii="Wingdings" w:hAnsi="Wingdings" w:hint="default"/>
      </w:rPr>
    </w:lvl>
    <w:lvl w:ilvl="3" w:tplc="777C2C60" w:tentative="1">
      <w:start w:val="1"/>
      <w:numFmt w:val="bullet"/>
      <w:lvlText w:val=""/>
      <w:lvlJc w:val="left"/>
      <w:pPr>
        <w:ind w:left="2880" w:hanging="360"/>
      </w:pPr>
      <w:rPr>
        <w:rFonts w:ascii="Symbol" w:hAnsi="Symbol" w:hint="default"/>
      </w:rPr>
    </w:lvl>
    <w:lvl w:ilvl="4" w:tplc="C05C09B2" w:tentative="1">
      <w:start w:val="1"/>
      <w:numFmt w:val="bullet"/>
      <w:lvlText w:val="o"/>
      <w:lvlJc w:val="left"/>
      <w:pPr>
        <w:ind w:left="3600" w:hanging="360"/>
      </w:pPr>
      <w:rPr>
        <w:rFonts w:ascii="Courier New" w:hAnsi="Courier New" w:cs="Courier New" w:hint="default"/>
      </w:rPr>
    </w:lvl>
    <w:lvl w:ilvl="5" w:tplc="3A5A0F3A" w:tentative="1">
      <w:start w:val="1"/>
      <w:numFmt w:val="bullet"/>
      <w:lvlText w:val=""/>
      <w:lvlJc w:val="left"/>
      <w:pPr>
        <w:ind w:left="4320" w:hanging="360"/>
      </w:pPr>
      <w:rPr>
        <w:rFonts w:ascii="Wingdings" w:hAnsi="Wingdings" w:hint="default"/>
      </w:rPr>
    </w:lvl>
    <w:lvl w:ilvl="6" w:tplc="70DAC4B6" w:tentative="1">
      <w:start w:val="1"/>
      <w:numFmt w:val="bullet"/>
      <w:lvlText w:val=""/>
      <w:lvlJc w:val="left"/>
      <w:pPr>
        <w:ind w:left="5040" w:hanging="360"/>
      </w:pPr>
      <w:rPr>
        <w:rFonts w:ascii="Symbol" w:hAnsi="Symbol" w:hint="default"/>
      </w:rPr>
    </w:lvl>
    <w:lvl w:ilvl="7" w:tplc="07D0259A" w:tentative="1">
      <w:start w:val="1"/>
      <w:numFmt w:val="bullet"/>
      <w:lvlText w:val="o"/>
      <w:lvlJc w:val="left"/>
      <w:pPr>
        <w:ind w:left="5760" w:hanging="360"/>
      </w:pPr>
      <w:rPr>
        <w:rFonts w:ascii="Courier New" w:hAnsi="Courier New" w:cs="Courier New" w:hint="default"/>
      </w:rPr>
    </w:lvl>
    <w:lvl w:ilvl="8" w:tplc="DF4AB8FA"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21C25AF8">
      <w:numFmt w:val="bullet"/>
      <w:lvlText w:val="-"/>
      <w:lvlJc w:val="left"/>
      <w:pPr>
        <w:ind w:left="720" w:hanging="360"/>
      </w:pPr>
      <w:rPr>
        <w:rFonts w:ascii="Verdana" w:eastAsia="Cambria" w:hAnsi="Verdana" w:cs="Times New Roman" w:hint="default"/>
      </w:rPr>
    </w:lvl>
    <w:lvl w:ilvl="1" w:tplc="66E4D338" w:tentative="1">
      <w:start w:val="1"/>
      <w:numFmt w:val="bullet"/>
      <w:lvlText w:val="o"/>
      <w:lvlJc w:val="left"/>
      <w:pPr>
        <w:ind w:left="1440" w:hanging="360"/>
      </w:pPr>
      <w:rPr>
        <w:rFonts w:ascii="Courier New" w:hAnsi="Courier New" w:cs="Courier New" w:hint="default"/>
      </w:rPr>
    </w:lvl>
    <w:lvl w:ilvl="2" w:tplc="A85C467E" w:tentative="1">
      <w:start w:val="1"/>
      <w:numFmt w:val="bullet"/>
      <w:lvlText w:val=""/>
      <w:lvlJc w:val="left"/>
      <w:pPr>
        <w:ind w:left="2160" w:hanging="360"/>
      </w:pPr>
      <w:rPr>
        <w:rFonts w:ascii="Wingdings" w:hAnsi="Wingdings" w:hint="default"/>
      </w:rPr>
    </w:lvl>
    <w:lvl w:ilvl="3" w:tplc="CBAE7358" w:tentative="1">
      <w:start w:val="1"/>
      <w:numFmt w:val="bullet"/>
      <w:lvlText w:val=""/>
      <w:lvlJc w:val="left"/>
      <w:pPr>
        <w:ind w:left="2880" w:hanging="360"/>
      </w:pPr>
      <w:rPr>
        <w:rFonts w:ascii="Symbol" w:hAnsi="Symbol" w:hint="default"/>
      </w:rPr>
    </w:lvl>
    <w:lvl w:ilvl="4" w:tplc="9B4E652C" w:tentative="1">
      <w:start w:val="1"/>
      <w:numFmt w:val="bullet"/>
      <w:lvlText w:val="o"/>
      <w:lvlJc w:val="left"/>
      <w:pPr>
        <w:ind w:left="3600" w:hanging="360"/>
      </w:pPr>
      <w:rPr>
        <w:rFonts w:ascii="Courier New" w:hAnsi="Courier New" w:cs="Courier New" w:hint="default"/>
      </w:rPr>
    </w:lvl>
    <w:lvl w:ilvl="5" w:tplc="A510F0CC" w:tentative="1">
      <w:start w:val="1"/>
      <w:numFmt w:val="bullet"/>
      <w:lvlText w:val=""/>
      <w:lvlJc w:val="left"/>
      <w:pPr>
        <w:ind w:left="4320" w:hanging="360"/>
      </w:pPr>
      <w:rPr>
        <w:rFonts w:ascii="Wingdings" w:hAnsi="Wingdings" w:hint="default"/>
      </w:rPr>
    </w:lvl>
    <w:lvl w:ilvl="6" w:tplc="8280DA30" w:tentative="1">
      <w:start w:val="1"/>
      <w:numFmt w:val="bullet"/>
      <w:lvlText w:val=""/>
      <w:lvlJc w:val="left"/>
      <w:pPr>
        <w:ind w:left="5040" w:hanging="360"/>
      </w:pPr>
      <w:rPr>
        <w:rFonts w:ascii="Symbol" w:hAnsi="Symbol" w:hint="default"/>
      </w:rPr>
    </w:lvl>
    <w:lvl w:ilvl="7" w:tplc="1A64BB48" w:tentative="1">
      <w:start w:val="1"/>
      <w:numFmt w:val="bullet"/>
      <w:lvlText w:val="o"/>
      <w:lvlJc w:val="left"/>
      <w:pPr>
        <w:ind w:left="5760" w:hanging="360"/>
      </w:pPr>
      <w:rPr>
        <w:rFonts w:ascii="Courier New" w:hAnsi="Courier New" w:cs="Courier New" w:hint="default"/>
      </w:rPr>
    </w:lvl>
    <w:lvl w:ilvl="8" w:tplc="6C880DB2"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C3A8B886">
      <w:start w:val="1"/>
      <w:numFmt w:val="bullet"/>
      <w:lvlText w:val=""/>
      <w:lvlJc w:val="left"/>
      <w:pPr>
        <w:ind w:left="720" w:hanging="360"/>
      </w:pPr>
      <w:rPr>
        <w:rFonts w:ascii="Symbol" w:hAnsi="Symbol" w:hint="default"/>
      </w:rPr>
    </w:lvl>
    <w:lvl w:ilvl="1" w:tplc="861667D6" w:tentative="1">
      <w:start w:val="1"/>
      <w:numFmt w:val="bullet"/>
      <w:lvlText w:val="o"/>
      <w:lvlJc w:val="left"/>
      <w:pPr>
        <w:ind w:left="1440" w:hanging="360"/>
      </w:pPr>
      <w:rPr>
        <w:rFonts w:ascii="Courier New" w:hAnsi="Courier New" w:cs="Courier New" w:hint="default"/>
      </w:rPr>
    </w:lvl>
    <w:lvl w:ilvl="2" w:tplc="1AFA48A2" w:tentative="1">
      <w:start w:val="1"/>
      <w:numFmt w:val="bullet"/>
      <w:lvlText w:val=""/>
      <w:lvlJc w:val="left"/>
      <w:pPr>
        <w:ind w:left="2160" w:hanging="360"/>
      </w:pPr>
      <w:rPr>
        <w:rFonts w:ascii="Wingdings" w:hAnsi="Wingdings" w:hint="default"/>
      </w:rPr>
    </w:lvl>
    <w:lvl w:ilvl="3" w:tplc="DF182F1A" w:tentative="1">
      <w:start w:val="1"/>
      <w:numFmt w:val="bullet"/>
      <w:lvlText w:val=""/>
      <w:lvlJc w:val="left"/>
      <w:pPr>
        <w:ind w:left="2880" w:hanging="360"/>
      </w:pPr>
      <w:rPr>
        <w:rFonts w:ascii="Symbol" w:hAnsi="Symbol" w:hint="default"/>
      </w:rPr>
    </w:lvl>
    <w:lvl w:ilvl="4" w:tplc="4434DAB8" w:tentative="1">
      <w:start w:val="1"/>
      <w:numFmt w:val="bullet"/>
      <w:lvlText w:val="o"/>
      <w:lvlJc w:val="left"/>
      <w:pPr>
        <w:ind w:left="3600" w:hanging="360"/>
      </w:pPr>
      <w:rPr>
        <w:rFonts w:ascii="Courier New" w:hAnsi="Courier New" w:cs="Courier New" w:hint="default"/>
      </w:rPr>
    </w:lvl>
    <w:lvl w:ilvl="5" w:tplc="723E3540" w:tentative="1">
      <w:start w:val="1"/>
      <w:numFmt w:val="bullet"/>
      <w:lvlText w:val=""/>
      <w:lvlJc w:val="left"/>
      <w:pPr>
        <w:ind w:left="4320" w:hanging="360"/>
      </w:pPr>
      <w:rPr>
        <w:rFonts w:ascii="Wingdings" w:hAnsi="Wingdings" w:hint="default"/>
      </w:rPr>
    </w:lvl>
    <w:lvl w:ilvl="6" w:tplc="59FC84AA" w:tentative="1">
      <w:start w:val="1"/>
      <w:numFmt w:val="bullet"/>
      <w:lvlText w:val=""/>
      <w:lvlJc w:val="left"/>
      <w:pPr>
        <w:ind w:left="5040" w:hanging="360"/>
      </w:pPr>
      <w:rPr>
        <w:rFonts w:ascii="Symbol" w:hAnsi="Symbol" w:hint="default"/>
      </w:rPr>
    </w:lvl>
    <w:lvl w:ilvl="7" w:tplc="FD0084D2" w:tentative="1">
      <w:start w:val="1"/>
      <w:numFmt w:val="bullet"/>
      <w:lvlText w:val="o"/>
      <w:lvlJc w:val="left"/>
      <w:pPr>
        <w:ind w:left="5760" w:hanging="360"/>
      </w:pPr>
      <w:rPr>
        <w:rFonts w:ascii="Courier New" w:hAnsi="Courier New" w:cs="Courier New" w:hint="default"/>
      </w:rPr>
    </w:lvl>
    <w:lvl w:ilvl="8" w:tplc="CFE29DF2"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946715A">
      <w:numFmt w:val="bullet"/>
      <w:lvlText w:val="•"/>
      <w:lvlJc w:val="left"/>
      <w:pPr>
        <w:ind w:left="720" w:hanging="360"/>
      </w:pPr>
      <w:rPr>
        <w:rFonts w:ascii="Verdana" w:eastAsia="Cambria" w:hAnsi="Verdana" w:cs="Times New Roman" w:hint="default"/>
      </w:rPr>
    </w:lvl>
    <w:lvl w:ilvl="1" w:tplc="F49204C8" w:tentative="1">
      <w:start w:val="1"/>
      <w:numFmt w:val="bullet"/>
      <w:lvlText w:val="o"/>
      <w:lvlJc w:val="left"/>
      <w:pPr>
        <w:ind w:left="1440" w:hanging="360"/>
      </w:pPr>
      <w:rPr>
        <w:rFonts w:ascii="Courier New" w:hAnsi="Courier New" w:cs="Courier New" w:hint="default"/>
      </w:rPr>
    </w:lvl>
    <w:lvl w:ilvl="2" w:tplc="BE3697EA" w:tentative="1">
      <w:start w:val="1"/>
      <w:numFmt w:val="bullet"/>
      <w:lvlText w:val=""/>
      <w:lvlJc w:val="left"/>
      <w:pPr>
        <w:ind w:left="2160" w:hanging="360"/>
      </w:pPr>
      <w:rPr>
        <w:rFonts w:ascii="Wingdings" w:hAnsi="Wingdings" w:hint="default"/>
      </w:rPr>
    </w:lvl>
    <w:lvl w:ilvl="3" w:tplc="698C7CE6" w:tentative="1">
      <w:start w:val="1"/>
      <w:numFmt w:val="bullet"/>
      <w:lvlText w:val=""/>
      <w:lvlJc w:val="left"/>
      <w:pPr>
        <w:ind w:left="2880" w:hanging="360"/>
      </w:pPr>
      <w:rPr>
        <w:rFonts w:ascii="Symbol" w:hAnsi="Symbol" w:hint="default"/>
      </w:rPr>
    </w:lvl>
    <w:lvl w:ilvl="4" w:tplc="E8802EE4" w:tentative="1">
      <w:start w:val="1"/>
      <w:numFmt w:val="bullet"/>
      <w:lvlText w:val="o"/>
      <w:lvlJc w:val="left"/>
      <w:pPr>
        <w:ind w:left="3600" w:hanging="360"/>
      </w:pPr>
      <w:rPr>
        <w:rFonts w:ascii="Courier New" w:hAnsi="Courier New" w:cs="Courier New" w:hint="default"/>
      </w:rPr>
    </w:lvl>
    <w:lvl w:ilvl="5" w:tplc="4F9EEFCA" w:tentative="1">
      <w:start w:val="1"/>
      <w:numFmt w:val="bullet"/>
      <w:lvlText w:val=""/>
      <w:lvlJc w:val="left"/>
      <w:pPr>
        <w:ind w:left="4320" w:hanging="360"/>
      </w:pPr>
      <w:rPr>
        <w:rFonts w:ascii="Wingdings" w:hAnsi="Wingdings" w:hint="default"/>
      </w:rPr>
    </w:lvl>
    <w:lvl w:ilvl="6" w:tplc="C40698A4" w:tentative="1">
      <w:start w:val="1"/>
      <w:numFmt w:val="bullet"/>
      <w:lvlText w:val=""/>
      <w:lvlJc w:val="left"/>
      <w:pPr>
        <w:ind w:left="5040" w:hanging="360"/>
      </w:pPr>
      <w:rPr>
        <w:rFonts w:ascii="Symbol" w:hAnsi="Symbol" w:hint="default"/>
      </w:rPr>
    </w:lvl>
    <w:lvl w:ilvl="7" w:tplc="45A2D430" w:tentative="1">
      <w:start w:val="1"/>
      <w:numFmt w:val="bullet"/>
      <w:lvlText w:val="o"/>
      <w:lvlJc w:val="left"/>
      <w:pPr>
        <w:ind w:left="5760" w:hanging="360"/>
      </w:pPr>
      <w:rPr>
        <w:rFonts w:ascii="Courier New" w:hAnsi="Courier New" w:cs="Courier New" w:hint="default"/>
      </w:rPr>
    </w:lvl>
    <w:lvl w:ilvl="8" w:tplc="B4769790"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F3106362">
      <w:start w:val="1"/>
      <w:numFmt w:val="bullet"/>
      <w:lvlText w:val="•"/>
      <w:lvlJc w:val="left"/>
      <w:pPr>
        <w:tabs>
          <w:tab w:val="num" w:pos="720"/>
        </w:tabs>
        <w:ind w:left="720" w:hanging="360"/>
      </w:pPr>
      <w:rPr>
        <w:rFonts w:ascii="Arial" w:hAnsi="Arial" w:hint="default"/>
      </w:rPr>
    </w:lvl>
    <w:lvl w:ilvl="1" w:tplc="215C43A2" w:tentative="1">
      <w:start w:val="1"/>
      <w:numFmt w:val="bullet"/>
      <w:lvlText w:val="•"/>
      <w:lvlJc w:val="left"/>
      <w:pPr>
        <w:tabs>
          <w:tab w:val="num" w:pos="1440"/>
        </w:tabs>
        <w:ind w:left="1440" w:hanging="360"/>
      </w:pPr>
      <w:rPr>
        <w:rFonts w:ascii="Arial" w:hAnsi="Arial" w:hint="default"/>
      </w:rPr>
    </w:lvl>
    <w:lvl w:ilvl="2" w:tplc="1E16931C" w:tentative="1">
      <w:start w:val="1"/>
      <w:numFmt w:val="bullet"/>
      <w:lvlText w:val="•"/>
      <w:lvlJc w:val="left"/>
      <w:pPr>
        <w:tabs>
          <w:tab w:val="num" w:pos="2160"/>
        </w:tabs>
        <w:ind w:left="2160" w:hanging="360"/>
      </w:pPr>
      <w:rPr>
        <w:rFonts w:ascii="Arial" w:hAnsi="Arial" w:hint="default"/>
      </w:rPr>
    </w:lvl>
    <w:lvl w:ilvl="3" w:tplc="3CA2A4D0" w:tentative="1">
      <w:start w:val="1"/>
      <w:numFmt w:val="bullet"/>
      <w:lvlText w:val="•"/>
      <w:lvlJc w:val="left"/>
      <w:pPr>
        <w:tabs>
          <w:tab w:val="num" w:pos="2880"/>
        </w:tabs>
        <w:ind w:left="2880" w:hanging="360"/>
      </w:pPr>
      <w:rPr>
        <w:rFonts w:ascii="Arial" w:hAnsi="Arial" w:hint="default"/>
      </w:rPr>
    </w:lvl>
    <w:lvl w:ilvl="4" w:tplc="6DA49EF8" w:tentative="1">
      <w:start w:val="1"/>
      <w:numFmt w:val="bullet"/>
      <w:lvlText w:val="•"/>
      <w:lvlJc w:val="left"/>
      <w:pPr>
        <w:tabs>
          <w:tab w:val="num" w:pos="3600"/>
        </w:tabs>
        <w:ind w:left="3600" w:hanging="360"/>
      </w:pPr>
      <w:rPr>
        <w:rFonts w:ascii="Arial" w:hAnsi="Arial" w:hint="default"/>
      </w:rPr>
    </w:lvl>
    <w:lvl w:ilvl="5" w:tplc="3154C57E" w:tentative="1">
      <w:start w:val="1"/>
      <w:numFmt w:val="bullet"/>
      <w:lvlText w:val="•"/>
      <w:lvlJc w:val="left"/>
      <w:pPr>
        <w:tabs>
          <w:tab w:val="num" w:pos="4320"/>
        </w:tabs>
        <w:ind w:left="4320" w:hanging="360"/>
      </w:pPr>
      <w:rPr>
        <w:rFonts w:ascii="Arial" w:hAnsi="Arial" w:hint="default"/>
      </w:rPr>
    </w:lvl>
    <w:lvl w:ilvl="6" w:tplc="F994376E" w:tentative="1">
      <w:start w:val="1"/>
      <w:numFmt w:val="bullet"/>
      <w:lvlText w:val="•"/>
      <w:lvlJc w:val="left"/>
      <w:pPr>
        <w:tabs>
          <w:tab w:val="num" w:pos="5040"/>
        </w:tabs>
        <w:ind w:left="5040" w:hanging="360"/>
      </w:pPr>
      <w:rPr>
        <w:rFonts w:ascii="Arial" w:hAnsi="Arial" w:hint="default"/>
      </w:rPr>
    </w:lvl>
    <w:lvl w:ilvl="7" w:tplc="E310789E" w:tentative="1">
      <w:start w:val="1"/>
      <w:numFmt w:val="bullet"/>
      <w:lvlText w:val="•"/>
      <w:lvlJc w:val="left"/>
      <w:pPr>
        <w:tabs>
          <w:tab w:val="num" w:pos="5760"/>
        </w:tabs>
        <w:ind w:left="5760" w:hanging="360"/>
      </w:pPr>
      <w:rPr>
        <w:rFonts w:ascii="Arial" w:hAnsi="Arial" w:hint="default"/>
      </w:rPr>
    </w:lvl>
    <w:lvl w:ilvl="8" w:tplc="B4ACCF7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C460478C">
      <w:start w:val="1"/>
      <w:numFmt w:val="bullet"/>
      <w:lvlText w:val=""/>
      <w:lvlJc w:val="left"/>
      <w:pPr>
        <w:ind w:left="720" w:hanging="360"/>
      </w:pPr>
      <w:rPr>
        <w:rFonts w:ascii="Symbol" w:hAnsi="Symbol" w:hint="default"/>
      </w:rPr>
    </w:lvl>
    <w:lvl w:ilvl="1" w:tplc="23525A52" w:tentative="1">
      <w:start w:val="1"/>
      <w:numFmt w:val="bullet"/>
      <w:lvlText w:val="o"/>
      <w:lvlJc w:val="left"/>
      <w:pPr>
        <w:ind w:left="1440" w:hanging="360"/>
      </w:pPr>
      <w:rPr>
        <w:rFonts w:ascii="Courier New" w:hAnsi="Courier New" w:cs="Courier New" w:hint="default"/>
      </w:rPr>
    </w:lvl>
    <w:lvl w:ilvl="2" w:tplc="91E442D2" w:tentative="1">
      <w:start w:val="1"/>
      <w:numFmt w:val="bullet"/>
      <w:lvlText w:val=""/>
      <w:lvlJc w:val="left"/>
      <w:pPr>
        <w:ind w:left="2160" w:hanging="360"/>
      </w:pPr>
      <w:rPr>
        <w:rFonts w:ascii="Wingdings" w:hAnsi="Wingdings" w:hint="default"/>
      </w:rPr>
    </w:lvl>
    <w:lvl w:ilvl="3" w:tplc="000C0496" w:tentative="1">
      <w:start w:val="1"/>
      <w:numFmt w:val="bullet"/>
      <w:lvlText w:val=""/>
      <w:lvlJc w:val="left"/>
      <w:pPr>
        <w:ind w:left="2880" w:hanging="360"/>
      </w:pPr>
      <w:rPr>
        <w:rFonts w:ascii="Symbol" w:hAnsi="Symbol" w:hint="default"/>
      </w:rPr>
    </w:lvl>
    <w:lvl w:ilvl="4" w:tplc="43185264" w:tentative="1">
      <w:start w:val="1"/>
      <w:numFmt w:val="bullet"/>
      <w:lvlText w:val="o"/>
      <w:lvlJc w:val="left"/>
      <w:pPr>
        <w:ind w:left="3600" w:hanging="360"/>
      </w:pPr>
      <w:rPr>
        <w:rFonts w:ascii="Courier New" w:hAnsi="Courier New" w:cs="Courier New" w:hint="default"/>
      </w:rPr>
    </w:lvl>
    <w:lvl w:ilvl="5" w:tplc="2C982508" w:tentative="1">
      <w:start w:val="1"/>
      <w:numFmt w:val="bullet"/>
      <w:lvlText w:val=""/>
      <w:lvlJc w:val="left"/>
      <w:pPr>
        <w:ind w:left="4320" w:hanging="360"/>
      </w:pPr>
      <w:rPr>
        <w:rFonts w:ascii="Wingdings" w:hAnsi="Wingdings" w:hint="default"/>
      </w:rPr>
    </w:lvl>
    <w:lvl w:ilvl="6" w:tplc="ECAC3EC6" w:tentative="1">
      <w:start w:val="1"/>
      <w:numFmt w:val="bullet"/>
      <w:lvlText w:val=""/>
      <w:lvlJc w:val="left"/>
      <w:pPr>
        <w:ind w:left="5040" w:hanging="360"/>
      </w:pPr>
      <w:rPr>
        <w:rFonts w:ascii="Symbol" w:hAnsi="Symbol" w:hint="default"/>
      </w:rPr>
    </w:lvl>
    <w:lvl w:ilvl="7" w:tplc="804E961E" w:tentative="1">
      <w:start w:val="1"/>
      <w:numFmt w:val="bullet"/>
      <w:lvlText w:val="o"/>
      <w:lvlJc w:val="left"/>
      <w:pPr>
        <w:ind w:left="5760" w:hanging="360"/>
      </w:pPr>
      <w:rPr>
        <w:rFonts w:ascii="Courier New" w:hAnsi="Courier New" w:cs="Courier New" w:hint="default"/>
      </w:rPr>
    </w:lvl>
    <w:lvl w:ilvl="8" w:tplc="62C6D54C"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5F7C9D12">
      <w:numFmt w:val="bullet"/>
      <w:lvlText w:val="•"/>
      <w:lvlJc w:val="left"/>
      <w:pPr>
        <w:ind w:left="720" w:hanging="360"/>
      </w:pPr>
      <w:rPr>
        <w:rFonts w:ascii="Verdana" w:eastAsia="Cambria" w:hAnsi="Verdana" w:cs="Times New Roman" w:hint="default"/>
      </w:rPr>
    </w:lvl>
    <w:lvl w:ilvl="1" w:tplc="367CBA6C" w:tentative="1">
      <w:start w:val="1"/>
      <w:numFmt w:val="bullet"/>
      <w:lvlText w:val="o"/>
      <w:lvlJc w:val="left"/>
      <w:pPr>
        <w:ind w:left="1440" w:hanging="360"/>
      </w:pPr>
      <w:rPr>
        <w:rFonts w:ascii="Courier New" w:hAnsi="Courier New" w:cs="Courier New" w:hint="default"/>
      </w:rPr>
    </w:lvl>
    <w:lvl w:ilvl="2" w:tplc="3F5AF2E2" w:tentative="1">
      <w:start w:val="1"/>
      <w:numFmt w:val="bullet"/>
      <w:lvlText w:val=""/>
      <w:lvlJc w:val="left"/>
      <w:pPr>
        <w:ind w:left="2160" w:hanging="360"/>
      </w:pPr>
      <w:rPr>
        <w:rFonts w:ascii="Wingdings" w:hAnsi="Wingdings" w:hint="default"/>
      </w:rPr>
    </w:lvl>
    <w:lvl w:ilvl="3" w:tplc="7E3C4680" w:tentative="1">
      <w:start w:val="1"/>
      <w:numFmt w:val="bullet"/>
      <w:lvlText w:val=""/>
      <w:lvlJc w:val="left"/>
      <w:pPr>
        <w:ind w:left="2880" w:hanging="360"/>
      </w:pPr>
      <w:rPr>
        <w:rFonts w:ascii="Symbol" w:hAnsi="Symbol" w:hint="default"/>
      </w:rPr>
    </w:lvl>
    <w:lvl w:ilvl="4" w:tplc="F196B318" w:tentative="1">
      <w:start w:val="1"/>
      <w:numFmt w:val="bullet"/>
      <w:lvlText w:val="o"/>
      <w:lvlJc w:val="left"/>
      <w:pPr>
        <w:ind w:left="3600" w:hanging="360"/>
      </w:pPr>
      <w:rPr>
        <w:rFonts w:ascii="Courier New" w:hAnsi="Courier New" w:cs="Courier New" w:hint="default"/>
      </w:rPr>
    </w:lvl>
    <w:lvl w:ilvl="5" w:tplc="3954DA3A" w:tentative="1">
      <w:start w:val="1"/>
      <w:numFmt w:val="bullet"/>
      <w:lvlText w:val=""/>
      <w:lvlJc w:val="left"/>
      <w:pPr>
        <w:ind w:left="4320" w:hanging="360"/>
      </w:pPr>
      <w:rPr>
        <w:rFonts w:ascii="Wingdings" w:hAnsi="Wingdings" w:hint="default"/>
      </w:rPr>
    </w:lvl>
    <w:lvl w:ilvl="6" w:tplc="5BB22B7E" w:tentative="1">
      <w:start w:val="1"/>
      <w:numFmt w:val="bullet"/>
      <w:lvlText w:val=""/>
      <w:lvlJc w:val="left"/>
      <w:pPr>
        <w:ind w:left="5040" w:hanging="360"/>
      </w:pPr>
      <w:rPr>
        <w:rFonts w:ascii="Symbol" w:hAnsi="Symbol" w:hint="default"/>
      </w:rPr>
    </w:lvl>
    <w:lvl w:ilvl="7" w:tplc="DA80DE18" w:tentative="1">
      <w:start w:val="1"/>
      <w:numFmt w:val="bullet"/>
      <w:lvlText w:val="o"/>
      <w:lvlJc w:val="left"/>
      <w:pPr>
        <w:ind w:left="5760" w:hanging="360"/>
      </w:pPr>
      <w:rPr>
        <w:rFonts w:ascii="Courier New" w:hAnsi="Courier New" w:cs="Courier New" w:hint="default"/>
      </w:rPr>
    </w:lvl>
    <w:lvl w:ilvl="8" w:tplc="EEDC19C0"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A2B46412">
      <w:start w:val="1"/>
      <w:numFmt w:val="bullet"/>
      <w:lvlText w:val=""/>
      <w:lvlJc w:val="left"/>
      <w:pPr>
        <w:ind w:left="720" w:hanging="360"/>
      </w:pPr>
      <w:rPr>
        <w:rFonts w:ascii="Symbol" w:hAnsi="Symbol" w:hint="default"/>
      </w:rPr>
    </w:lvl>
    <w:lvl w:ilvl="1" w:tplc="9F0042C8" w:tentative="1">
      <w:start w:val="1"/>
      <w:numFmt w:val="bullet"/>
      <w:lvlText w:val="o"/>
      <w:lvlJc w:val="left"/>
      <w:pPr>
        <w:ind w:left="1440" w:hanging="360"/>
      </w:pPr>
      <w:rPr>
        <w:rFonts w:ascii="Courier New" w:hAnsi="Courier New" w:cs="Courier New" w:hint="default"/>
      </w:rPr>
    </w:lvl>
    <w:lvl w:ilvl="2" w:tplc="794030D8" w:tentative="1">
      <w:start w:val="1"/>
      <w:numFmt w:val="bullet"/>
      <w:lvlText w:val=""/>
      <w:lvlJc w:val="left"/>
      <w:pPr>
        <w:ind w:left="2160" w:hanging="360"/>
      </w:pPr>
      <w:rPr>
        <w:rFonts w:ascii="Wingdings" w:hAnsi="Wingdings" w:hint="default"/>
      </w:rPr>
    </w:lvl>
    <w:lvl w:ilvl="3" w:tplc="1D50E6B2" w:tentative="1">
      <w:start w:val="1"/>
      <w:numFmt w:val="bullet"/>
      <w:lvlText w:val=""/>
      <w:lvlJc w:val="left"/>
      <w:pPr>
        <w:ind w:left="2880" w:hanging="360"/>
      </w:pPr>
      <w:rPr>
        <w:rFonts w:ascii="Symbol" w:hAnsi="Symbol" w:hint="default"/>
      </w:rPr>
    </w:lvl>
    <w:lvl w:ilvl="4" w:tplc="D4CACF96" w:tentative="1">
      <w:start w:val="1"/>
      <w:numFmt w:val="bullet"/>
      <w:lvlText w:val="o"/>
      <w:lvlJc w:val="left"/>
      <w:pPr>
        <w:ind w:left="3600" w:hanging="360"/>
      </w:pPr>
      <w:rPr>
        <w:rFonts w:ascii="Courier New" w:hAnsi="Courier New" w:cs="Courier New" w:hint="default"/>
      </w:rPr>
    </w:lvl>
    <w:lvl w:ilvl="5" w:tplc="58146F88" w:tentative="1">
      <w:start w:val="1"/>
      <w:numFmt w:val="bullet"/>
      <w:lvlText w:val=""/>
      <w:lvlJc w:val="left"/>
      <w:pPr>
        <w:ind w:left="4320" w:hanging="360"/>
      </w:pPr>
      <w:rPr>
        <w:rFonts w:ascii="Wingdings" w:hAnsi="Wingdings" w:hint="default"/>
      </w:rPr>
    </w:lvl>
    <w:lvl w:ilvl="6" w:tplc="1D161FDC" w:tentative="1">
      <w:start w:val="1"/>
      <w:numFmt w:val="bullet"/>
      <w:lvlText w:val=""/>
      <w:lvlJc w:val="left"/>
      <w:pPr>
        <w:ind w:left="5040" w:hanging="360"/>
      </w:pPr>
      <w:rPr>
        <w:rFonts w:ascii="Symbol" w:hAnsi="Symbol" w:hint="default"/>
      </w:rPr>
    </w:lvl>
    <w:lvl w:ilvl="7" w:tplc="B8228B88" w:tentative="1">
      <w:start w:val="1"/>
      <w:numFmt w:val="bullet"/>
      <w:lvlText w:val="o"/>
      <w:lvlJc w:val="left"/>
      <w:pPr>
        <w:ind w:left="5760" w:hanging="360"/>
      </w:pPr>
      <w:rPr>
        <w:rFonts w:ascii="Courier New" w:hAnsi="Courier New" w:cs="Courier New" w:hint="default"/>
      </w:rPr>
    </w:lvl>
    <w:lvl w:ilvl="8" w:tplc="5FBE6E92"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70E808B8">
      <w:start w:val="1"/>
      <w:numFmt w:val="bullet"/>
      <w:lvlText w:val=""/>
      <w:lvlJc w:val="left"/>
      <w:pPr>
        <w:ind w:left="720" w:hanging="360"/>
      </w:pPr>
      <w:rPr>
        <w:rFonts w:ascii="Symbol" w:hAnsi="Symbol" w:hint="default"/>
      </w:rPr>
    </w:lvl>
    <w:lvl w:ilvl="1" w:tplc="DDE2B9E8" w:tentative="1">
      <w:start w:val="1"/>
      <w:numFmt w:val="bullet"/>
      <w:lvlText w:val="o"/>
      <w:lvlJc w:val="left"/>
      <w:pPr>
        <w:ind w:left="1440" w:hanging="360"/>
      </w:pPr>
      <w:rPr>
        <w:rFonts w:ascii="Courier New" w:hAnsi="Courier New" w:cs="Courier New" w:hint="default"/>
      </w:rPr>
    </w:lvl>
    <w:lvl w:ilvl="2" w:tplc="8D8A4A14" w:tentative="1">
      <w:start w:val="1"/>
      <w:numFmt w:val="bullet"/>
      <w:lvlText w:val=""/>
      <w:lvlJc w:val="left"/>
      <w:pPr>
        <w:ind w:left="2160" w:hanging="360"/>
      </w:pPr>
      <w:rPr>
        <w:rFonts w:ascii="Wingdings" w:hAnsi="Wingdings" w:hint="default"/>
      </w:rPr>
    </w:lvl>
    <w:lvl w:ilvl="3" w:tplc="703C45C0" w:tentative="1">
      <w:start w:val="1"/>
      <w:numFmt w:val="bullet"/>
      <w:lvlText w:val=""/>
      <w:lvlJc w:val="left"/>
      <w:pPr>
        <w:ind w:left="2880" w:hanging="360"/>
      </w:pPr>
      <w:rPr>
        <w:rFonts w:ascii="Symbol" w:hAnsi="Symbol" w:hint="default"/>
      </w:rPr>
    </w:lvl>
    <w:lvl w:ilvl="4" w:tplc="6A0CD502" w:tentative="1">
      <w:start w:val="1"/>
      <w:numFmt w:val="bullet"/>
      <w:lvlText w:val="o"/>
      <w:lvlJc w:val="left"/>
      <w:pPr>
        <w:ind w:left="3600" w:hanging="360"/>
      </w:pPr>
      <w:rPr>
        <w:rFonts w:ascii="Courier New" w:hAnsi="Courier New" w:cs="Courier New" w:hint="default"/>
      </w:rPr>
    </w:lvl>
    <w:lvl w:ilvl="5" w:tplc="3C4231C8" w:tentative="1">
      <w:start w:val="1"/>
      <w:numFmt w:val="bullet"/>
      <w:lvlText w:val=""/>
      <w:lvlJc w:val="left"/>
      <w:pPr>
        <w:ind w:left="4320" w:hanging="360"/>
      </w:pPr>
      <w:rPr>
        <w:rFonts w:ascii="Wingdings" w:hAnsi="Wingdings" w:hint="default"/>
      </w:rPr>
    </w:lvl>
    <w:lvl w:ilvl="6" w:tplc="3E6AB8FA" w:tentative="1">
      <w:start w:val="1"/>
      <w:numFmt w:val="bullet"/>
      <w:lvlText w:val=""/>
      <w:lvlJc w:val="left"/>
      <w:pPr>
        <w:ind w:left="5040" w:hanging="360"/>
      </w:pPr>
      <w:rPr>
        <w:rFonts w:ascii="Symbol" w:hAnsi="Symbol" w:hint="default"/>
      </w:rPr>
    </w:lvl>
    <w:lvl w:ilvl="7" w:tplc="D796368A" w:tentative="1">
      <w:start w:val="1"/>
      <w:numFmt w:val="bullet"/>
      <w:lvlText w:val="o"/>
      <w:lvlJc w:val="left"/>
      <w:pPr>
        <w:ind w:left="5760" w:hanging="360"/>
      </w:pPr>
      <w:rPr>
        <w:rFonts w:ascii="Courier New" w:hAnsi="Courier New" w:cs="Courier New" w:hint="default"/>
      </w:rPr>
    </w:lvl>
    <w:lvl w:ilvl="8" w:tplc="A4CCC0C8"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C6C01DE">
      <w:start w:val="1"/>
      <w:numFmt w:val="bullet"/>
      <w:lvlText w:val="•"/>
      <w:lvlJc w:val="left"/>
      <w:pPr>
        <w:tabs>
          <w:tab w:val="num" w:pos="720"/>
        </w:tabs>
        <w:ind w:left="720" w:hanging="360"/>
      </w:pPr>
      <w:rPr>
        <w:rFonts w:ascii="Arial" w:hAnsi="Arial" w:hint="default"/>
      </w:rPr>
    </w:lvl>
    <w:lvl w:ilvl="1" w:tplc="18CA518A">
      <w:start w:val="1"/>
      <w:numFmt w:val="bullet"/>
      <w:lvlText w:val="•"/>
      <w:lvlJc w:val="left"/>
      <w:pPr>
        <w:tabs>
          <w:tab w:val="num" w:pos="1440"/>
        </w:tabs>
        <w:ind w:left="1440" w:hanging="360"/>
      </w:pPr>
      <w:rPr>
        <w:rFonts w:ascii="Arial" w:hAnsi="Arial" w:hint="default"/>
      </w:rPr>
    </w:lvl>
    <w:lvl w:ilvl="2" w:tplc="B3184352" w:tentative="1">
      <w:start w:val="1"/>
      <w:numFmt w:val="bullet"/>
      <w:lvlText w:val="•"/>
      <w:lvlJc w:val="left"/>
      <w:pPr>
        <w:tabs>
          <w:tab w:val="num" w:pos="2160"/>
        </w:tabs>
        <w:ind w:left="2160" w:hanging="360"/>
      </w:pPr>
      <w:rPr>
        <w:rFonts w:ascii="Arial" w:hAnsi="Arial" w:hint="default"/>
      </w:rPr>
    </w:lvl>
    <w:lvl w:ilvl="3" w:tplc="085ACBAC" w:tentative="1">
      <w:start w:val="1"/>
      <w:numFmt w:val="bullet"/>
      <w:lvlText w:val="•"/>
      <w:lvlJc w:val="left"/>
      <w:pPr>
        <w:tabs>
          <w:tab w:val="num" w:pos="2880"/>
        </w:tabs>
        <w:ind w:left="2880" w:hanging="360"/>
      </w:pPr>
      <w:rPr>
        <w:rFonts w:ascii="Arial" w:hAnsi="Arial" w:hint="default"/>
      </w:rPr>
    </w:lvl>
    <w:lvl w:ilvl="4" w:tplc="2412313E" w:tentative="1">
      <w:start w:val="1"/>
      <w:numFmt w:val="bullet"/>
      <w:lvlText w:val="•"/>
      <w:lvlJc w:val="left"/>
      <w:pPr>
        <w:tabs>
          <w:tab w:val="num" w:pos="3600"/>
        </w:tabs>
        <w:ind w:left="3600" w:hanging="360"/>
      </w:pPr>
      <w:rPr>
        <w:rFonts w:ascii="Arial" w:hAnsi="Arial" w:hint="default"/>
      </w:rPr>
    </w:lvl>
    <w:lvl w:ilvl="5" w:tplc="8E4ECB8E" w:tentative="1">
      <w:start w:val="1"/>
      <w:numFmt w:val="bullet"/>
      <w:lvlText w:val="•"/>
      <w:lvlJc w:val="left"/>
      <w:pPr>
        <w:tabs>
          <w:tab w:val="num" w:pos="4320"/>
        </w:tabs>
        <w:ind w:left="4320" w:hanging="360"/>
      </w:pPr>
      <w:rPr>
        <w:rFonts w:ascii="Arial" w:hAnsi="Arial" w:hint="default"/>
      </w:rPr>
    </w:lvl>
    <w:lvl w:ilvl="6" w:tplc="85044D24" w:tentative="1">
      <w:start w:val="1"/>
      <w:numFmt w:val="bullet"/>
      <w:lvlText w:val="•"/>
      <w:lvlJc w:val="left"/>
      <w:pPr>
        <w:tabs>
          <w:tab w:val="num" w:pos="5040"/>
        </w:tabs>
        <w:ind w:left="5040" w:hanging="360"/>
      </w:pPr>
      <w:rPr>
        <w:rFonts w:ascii="Arial" w:hAnsi="Arial" w:hint="default"/>
      </w:rPr>
    </w:lvl>
    <w:lvl w:ilvl="7" w:tplc="CB6CA036" w:tentative="1">
      <w:start w:val="1"/>
      <w:numFmt w:val="bullet"/>
      <w:lvlText w:val="•"/>
      <w:lvlJc w:val="left"/>
      <w:pPr>
        <w:tabs>
          <w:tab w:val="num" w:pos="5760"/>
        </w:tabs>
        <w:ind w:left="5760" w:hanging="360"/>
      </w:pPr>
      <w:rPr>
        <w:rFonts w:ascii="Arial" w:hAnsi="Arial" w:hint="default"/>
      </w:rPr>
    </w:lvl>
    <w:lvl w:ilvl="8" w:tplc="DC0E87D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02F0EE28">
      <w:numFmt w:val="bullet"/>
      <w:lvlText w:val="•"/>
      <w:lvlJc w:val="left"/>
      <w:pPr>
        <w:ind w:left="720" w:hanging="360"/>
      </w:pPr>
      <w:rPr>
        <w:rFonts w:ascii="Verdana" w:eastAsia="Cambria" w:hAnsi="Verdana" w:cs="Times New Roman" w:hint="default"/>
      </w:rPr>
    </w:lvl>
    <w:lvl w:ilvl="1" w:tplc="F60831C8" w:tentative="1">
      <w:start w:val="1"/>
      <w:numFmt w:val="bullet"/>
      <w:lvlText w:val="o"/>
      <w:lvlJc w:val="left"/>
      <w:pPr>
        <w:ind w:left="1440" w:hanging="360"/>
      </w:pPr>
      <w:rPr>
        <w:rFonts w:ascii="Courier New" w:hAnsi="Courier New" w:cs="Courier New" w:hint="default"/>
      </w:rPr>
    </w:lvl>
    <w:lvl w:ilvl="2" w:tplc="1C66E0EA" w:tentative="1">
      <w:start w:val="1"/>
      <w:numFmt w:val="bullet"/>
      <w:lvlText w:val=""/>
      <w:lvlJc w:val="left"/>
      <w:pPr>
        <w:ind w:left="2160" w:hanging="360"/>
      </w:pPr>
      <w:rPr>
        <w:rFonts w:ascii="Wingdings" w:hAnsi="Wingdings" w:hint="default"/>
      </w:rPr>
    </w:lvl>
    <w:lvl w:ilvl="3" w:tplc="2926DF38" w:tentative="1">
      <w:start w:val="1"/>
      <w:numFmt w:val="bullet"/>
      <w:lvlText w:val=""/>
      <w:lvlJc w:val="left"/>
      <w:pPr>
        <w:ind w:left="2880" w:hanging="360"/>
      </w:pPr>
      <w:rPr>
        <w:rFonts w:ascii="Symbol" w:hAnsi="Symbol" w:hint="default"/>
      </w:rPr>
    </w:lvl>
    <w:lvl w:ilvl="4" w:tplc="FE081EC8" w:tentative="1">
      <w:start w:val="1"/>
      <w:numFmt w:val="bullet"/>
      <w:lvlText w:val="o"/>
      <w:lvlJc w:val="left"/>
      <w:pPr>
        <w:ind w:left="3600" w:hanging="360"/>
      </w:pPr>
      <w:rPr>
        <w:rFonts w:ascii="Courier New" w:hAnsi="Courier New" w:cs="Courier New" w:hint="default"/>
      </w:rPr>
    </w:lvl>
    <w:lvl w:ilvl="5" w:tplc="60F62044" w:tentative="1">
      <w:start w:val="1"/>
      <w:numFmt w:val="bullet"/>
      <w:lvlText w:val=""/>
      <w:lvlJc w:val="left"/>
      <w:pPr>
        <w:ind w:left="4320" w:hanging="360"/>
      </w:pPr>
      <w:rPr>
        <w:rFonts w:ascii="Wingdings" w:hAnsi="Wingdings" w:hint="default"/>
      </w:rPr>
    </w:lvl>
    <w:lvl w:ilvl="6" w:tplc="19BCC0A4" w:tentative="1">
      <w:start w:val="1"/>
      <w:numFmt w:val="bullet"/>
      <w:lvlText w:val=""/>
      <w:lvlJc w:val="left"/>
      <w:pPr>
        <w:ind w:left="5040" w:hanging="360"/>
      </w:pPr>
      <w:rPr>
        <w:rFonts w:ascii="Symbol" w:hAnsi="Symbol" w:hint="default"/>
      </w:rPr>
    </w:lvl>
    <w:lvl w:ilvl="7" w:tplc="069C0F4A" w:tentative="1">
      <w:start w:val="1"/>
      <w:numFmt w:val="bullet"/>
      <w:lvlText w:val="o"/>
      <w:lvlJc w:val="left"/>
      <w:pPr>
        <w:ind w:left="5760" w:hanging="360"/>
      </w:pPr>
      <w:rPr>
        <w:rFonts w:ascii="Courier New" w:hAnsi="Courier New" w:cs="Courier New" w:hint="default"/>
      </w:rPr>
    </w:lvl>
    <w:lvl w:ilvl="8" w:tplc="1030557A"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07B890DC">
      <w:start w:val="1"/>
      <w:numFmt w:val="decimal"/>
      <w:lvlText w:val="%1."/>
      <w:lvlJc w:val="left"/>
      <w:pPr>
        <w:ind w:left="720" w:hanging="360"/>
      </w:pPr>
      <w:rPr>
        <w:rFonts w:hint="default"/>
      </w:rPr>
    </w:lvl>
    <w:lvl w:ilvl="1" w:tplc="CE70370C" w:tentative="1">
      <w:start w:val="1"/>
      <w:numFmt w:val="lowerLetter"/>
      <w:lvlText w:val="%2."/>
      <w:lvlJc w:val="left"/>
      <w:pPr>
        <w:ind w:left="1440" w:hanging="360"/>
      </w:pPr>
    </w:lvl>
    <w:lvl w:ilvl="2" w:tplc="57386570" w:tentative="1">
      <w:start w:val="1"/>
      <w:numFmt w:val="lowerRoman"/>
      <w:lvlText w:val="%3."/>
      <w:lvlJc w:val="right"/>
      <w:pPr>
        <w:ind w:left="2160" w:hanging="180"/>
      </w:pPr>
    </w:lvl>
    <w:lvl w:ilvl="3" w:tplc="DBBEAE1C" w:tentative="1">
      <w:start w:val="1"/>
      <w:numFmt w:val="decimal"/>
      <w:lvlText w:val="%4."/>
      <w:lvlJc w:val="left"/>
      <w:pPr>
        <w:ind w:left="2880" w:hanging="360"/>
      </w:pPr>
    </w:lvl>
    <w:lvl w:ilvl="4" w:tplc="0938EC1C" w:tentative="1">
      <w:start w:val="1"/>
      <w:numFmt w:val="lowerLetter"/>
      <w:lvlText w:val="%5."/>
      <w:lvlJc w:val="left"/>
      <w:pPr>
        <w:ind w:left="3600" w:hanging="360"/>
      </w:pPr>
    </w:lvl>
    <w:lvl w:ilvl="5" w:tplc="A5007418" w:tentative="1">
      <w:start w:val="1"/>
      <w:numFmt w:val="lowerRoman"/>
      <w:lvlText w:val="%6."/>
      <w:lvlJc w:val="right"/>
      <w:pPr>
        <w:ind w:left="4320" w:hanging="180"/>
      </w:pPr>
    </w:lvl>
    <w:lvl w:ilvl="6" w:tplc="3858139C" w:tentative="1">
      <w:start w:val="1"/>
      <w:numFmt w:val="decimal"/>
      <w:lvlText w:val="%7."/>
      <w:lvlJc w:val="left"/>
      <w:pPr>
        <w:ind w:left="5040" w:hanging="360"/>
      </w:pPr>
    </w:lvl>
    <w:lvl w:ilvl="7" w:tplc="9EDAB638" w:tentative="1">
      <w:start w:val="1"/>
      <w:numFmt w:val="lowerLetter"/>
      <w:lvlText w:val="%8."/>
      <w:lvlJc w:val="left"/>
      <w:pPr>
        <w:ind w:left="5760" w:hanging="360"/>
      </w:pPr>
    </w:lvl>
    <w:lvl w:ilvl="8" w:tplc="2230FF1A"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160E228">
      <w:start w:val="1"/>
      <w:numFmt w:val="bullet"/>
      <w:lvlText w:val="•"/>
      <w:lvlJc w:val="left"/>
      <w:pPr>
        <w:tabs>
          <w:tab w:val="num" w:pos="720"/>
        </w:tabs>
        <w:ind w:left="720" w:hanging="360"/>
      </w:pPr>
      <w:rPr>
        <w:rFonts w:ascii="Arial" w:hAnsi="Arial" w:hint="default"/>
      </w:rPr>
    </w:lvl>
    <w:lvl w:ilvl="1" w:tplc="BC26A5C2">
      <w:start w:val="1"/>
      <w:numFmt w:val="bullet"/>
      <w:lvlText w:val="•"/>
      <w:lvlJc w:val="left"/>
      <w:pPr>
        <w:tabs>
          <w:tab w:val="num" w:pos="1440"/>
        </w:tabs>
        <w:ind w:left="1440" w:hanging="360"/>
      </w:pPr>
      <w:rPr>
        <w:rFonts w:ascii="Arial" w:hAnsi="Arial" w:hint="default"/>
      </w:rPr>
    </w:lvl>
    <w:lvl w:ilvl="2" w:tplc="6D5A99EC" w:tentative="1">
      <w:start w:val="1"/>
      <w:numFmt w:val="bullet"/>
      <w:lvlText w:val="•"/>
      <w:lvlJc w:val="left"/>
      <w:pPr>
        <w:tabs>
          <w:tab w:val="num" w:pos="2160"/>
        </w:tabs>
        <w:ind w:left="2160" w:hanging="360"/>
      </w:pPr>
      <w:rPr>
        <w:rFonts w:ascii="Arial" w:hAnsi="Arial" w:hint="default"/>
      </w:rPr>
    </w:lvl>
    <w:lvl w:ilvl="3" w:tplc="66EE15E8" w:tentative="1">
      <w:start w:val="1"/>
      <w:numFmt w:val="bullet"/>
      <w:lvlText w:val="•"/>
      <w:lvlJc w:val="left"/>
      <w:pPr>
        <w:tabs>
          <w:tab w:val="num" w:pos="2880"/>
        </w:tabs>
        <w:ind w:left="2880" w:hanging="360"/>
      </w:pPr>
      <w:rPr>
        <w:rFonts w:ascii="Arial" w:hAnsi="Arial" w:hint="default"/>
      </w:rPr>
    </w:lvl>
    <w:lvl w:ilvl="4" w:tplc="B9740C74" w:tentative="1">
      <w:start w:val="1"/>
      <w:numFmt w:val="bullet"/>
      <w:lvlText w:val="•"/>
      <w:lvlJc w:val="left"/>
      <w:pPr>
        <w:tabs>
          <w:tab w:val="num" w:pos="3600"/>
        </w:tabs>
        <w:ind w:left="3600" w:hanging="360"/>
      </w:pPr>
      <w:rPr>
        <w:rFonts w:ascii="Arial" w:hAnsi="Arial" w:hint="default"/>
      </w:rPr>
    </w:lvl>
    <w:lvl w:ilvl="5" w:tplc="1786CF48" w:tentative="1">
      <w:start w:val="1"/>
      <w:numFmt w:val="bullet"/>
      <w:lvlText w:val="•"/>
      <w:lvlJc w:val="left"/>
      <w:pPr>
        <w:tabs>
          <w:tab w:val="num" w:pos="4320"/>
        </w:tabs>
        <w:ind w:left="4320" w:hanging="360"/>
      </w:pPr>
      <w:rPr>
        <w:rFonts w:ascii="Arial" w:hAnsi="Arial" w:hint="default"/>
      </w:rPr>
    </w:lvl>
    <w:lvl w:ilvl="6" w:tplc="A336D9A8" w:tentative="1">
      <w:start w:val="1"/>
      <w:numFmt w:val="bullet"/>
      <w:lvlText w:val="•"/>
      <w:lvlJc w:val="left"/>
      <w:pPr>
        <w:tabs>
          <w:tab w:val="num" w:pos="5040"/>
        </w:tabs>
        <w:ind w:left="5040" w:hanging="360"/>
      </w:pPr>
      <w:rPr>
        <w:rFonts w:ascii="Arial" w:hAnsi="Arial" w:hint="default"/>
      </w:rPr>
    </w:lvl>
    <w:lvl w:ilvl="7" w:tplc="9CF29EC0" w:tentative="1">
      <w:start w:val="1"/>
      <w:numFmt w:val="bullet"/>
      <w:lvlText w:val="•"/>
      <w:lvlJc w:val="left"/>
      <w:pPr>
        <w:tabs>
          <w:tab w:val="num" w:pos="5760"/>
        </w:tabs>
        <w:ind w:left="5760" w:hanging="360"/>
      </w:pPr>
      <w:rPr>
        <w:rFonts w:ascii="Arial" w:hAnsi="Arial" w:hint="default"/>
      </w:rPr>
    </w:lvl>
    <w:lvl w:ilvl="8" w:tplc="D7160B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7FDA3BB0">
      <w:start w:val="1"/>
      <w:numFmt w:val="bullet"/>
      <w:lvlText w:val=""/>
      <w:lvlJc w:val="left"/>
      <w:pPr>
        <w:ind w:left="720" w:hanging="360"/>
      </w:pPr>
      <w:rPr>
        <w:rFonts w:ascii="Symbol" w:hAnsi="Symbol" w:hint="default"/>
      </w:rPr>
    </w:lvl>
    <w:lvl w:ilvl="1" w:tplc="321CC572" w:tentative="1">
      <w:start w:val="1"/>
      <w:numFmt w:val="bullet"/>
      <w:lvlText w:val="o"/>
      <w:lvlJc w:val="left"/>
      <w:pPr>
        <w:ind w:left="1440" w:hanging="360"/>
      </w:pPr>
      <w:rPr>
        <w:rFonts w:ascii="Courier New" w:hAnsi="Courier New" w:cs="Courier New" w:hint="default"/>
      </w:rPr>
    </w:lvl>
    <w:lvl w:ilvl="2" w:tplc="5E869A82" w:tentative="1">
      <w:start w:val="1"/>
      <w:numFmt w:val="bullet"/>
      <w:lvlText w:val=""/>
      <w:lvlJc w:val="left"/>
      <w:pPr>
        <w:ind w:left="2160" w:hanging="360"/>
      </w:pPr>
      <w:rPr>
        <w:rFonts w:ascii="Wingdings" w:hAnsi="Wingdings" w:hint="default"/>
      </w:rPr>
    </w:lvl>
    <w:lvl w:ilvl="3" w:tplc="D42046DE" w:tentative="1">
      <w:start w:val="1"/>
      <w:numFmt w:val="bullet"/>
      <w:lvlText w:val=""/>
      <w:lvlJc w:val="left"/>
      <w:pPr>
        <w:ind w:left="2880" w:hanging="360"/>
      </w:pPr>
      <w:rPr>
        <w:rFonts w:ascii="Symbol" w:hAnsi="Symbol" w:hint="default"/>
      </w:rPr>
    </w:lvl>
    <w:lvl w:ilvl="4" w:tplc="154C7EBC" w:tentative="1">
      <w:start w:val="1"/>
      <w:numFmt w:val="bullet"/>
      <w:lvlText w:val="o"/>
      <w:lvlJc w:val="left"/>
      <w:pPr>
        <w:ind w:left="3600" w:hanging="360"/>
      </w:pPr>
      <w:rPr>
        <w:rFonts w:ascii="Courier New" w:hAnsi="Courier New" w:cs="Courier New" w:hint="default"/>
      </w:rPr>
    </w:lvl>
    <w:lvl w:ilvl="5" w:tplc="8504536C" w:tentative="1">
      <w:start w:val="1"/>
      <w:numFmt w:val="bullet"/>
      <w:lvlText w:val=""/>
      <w:lvlJc w:val="left"/>
      <w:pPr>
        <w:ind w:left="4320" w:hanging="360"/>
      </w:pPr>
      <w:rPr>
        <w:rFonts w:ascii="Wingdings" w:hAnsi="Wingdings" w:hint="default"/>
      </w:rPr>
    </w:lvl>
    <w:lvl w:ilvl="6" w:tplc="EF9A93E6" w:tentative="1">
      <w:start w:val="1"/>
      <w:numFmt w:val="bullet"/>
      <w:lvlText w:val=""/>
      <w:lvlJc w:val="left"/>
      <w:pPr>
        <w:ind w:left="5040" w:hanging="360"/>
      </w:pPr>
      <w:rPr>
        <w:rFonts w:ascii="Symbol" w:hAnsi="Symbol" w:hint="default"/>
      </w:rPr>
    </w:lvl>
    <w:lvl w:ilvl="7" w:tplc="49CC84E0" w:tentative="1">
      <w:start w:val="1"/>
      <w:numFmt w:val="bullet"/>
      <w:lvlText w:val="o"/>
      <w:lvlJc w:val="left"/>
      <w:pPr>
        <w:ind w:left="5760" w:hanging="360"/>
      </w:pPr>
      <w:rPr>
        <w:rFonts w:ascii="Courier New" w:hAnsi="Courier New" w:cs="Courier New" w:hint="default"/>
      </w:rPr>
    </w:lvl>
    <w:lvl w:ilvl="8" w:tplc="12F8149E"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3648C850">
      <w:start w:val="1"/>
      <w:numFmt w:val="bullet"/>
      <w:lvlText w:val="•"/>
      <w:lvlJc w:val="left"/>
      <w:pPr>
        <w:tabs>
          <w:tab w:val="num" w:pos="720"/>
        </w:tabs>
        <w:ind w:left="720" w:hanging="360"/>
      </w:pPr>
      <w:rPr>
        <w:rFonts w:ascii="Arial" w:hAnsi="Arial" w:hint="default"/>
      </w:rPr>
    </w:lvl>
    <w:lvl w:ilvl="1" w:tplc="4CD6158C">
      <w:start w:val="1"/>
      <w:numFmt w:val="bullet"/>
      <w:lvlText w:val="•"/>
      <w:lvlJc w:val="left"/>
      <w:pPr>
        <w:tabs>
          <w:tab w:val="num" w:pos="1440"/>
        </w:tabs>
        <w:ind w:left="1440" w:hanging="360"/>
      </w:pPr>
      <w:rPr>
        <w:rFonts w:ascii="Arial" w:hAnsi="Arial" w:hint="default"/>
      </w:rPr>
    </w:lvl>
    <w:lvl w:ilvl="2" w:tplc="1FAA15F8" w:tentative="1">
      <w:start w:val="1"/>
      <w:numFmt w:val="bullet"/>
      <w:lvlText w:val="•"/>
      <w:lvlJc w:val="left"/>
      <w:pPr>
        <w:tabs>
          <w:tab w:val="num" w:pos="2160"/>
        </w:tabs>
        <w:ind w:left="2160" w:hanging="360"/>
      </w:pPr>
      <w:rPr>
        <w:rFonts w:ascii="Arial" w:hAnsi="Arial" w:hint="default"/>
      </w:rPr>
    </w:lvl>
    <w:lvl w:ilvl="3" w:tplc="2D326392" w:tentative="1">
      <w:start w:val="1"/>
      <w:numFmt w:val="bullet"/>
      <w:lvlText w:val="•"/>
      <w:lvlJc w:val="left"/>
      <w:pPr>
        <w:tabs>
          <w:tab w:val="num" w:pos="2880"/>
        </w:tabs>
        <w:ind w:left="2880" w:hanging="360"/>
      </w:pPr>
      <w:rPr>
        <w:rFonts w:ascii="Arial" w:hAnsi="Arial" w:hint="default"/>
      </w:rPr>
    </w:lvl>
    <w:lvl w:ilvl="4" w:tplc="63BC7F26" w:tentative="1">
      <w:start w:val="1"/>
      <w:numFmt w:val="bullet"/>
      <w:lvlText w:val="•"/>
      <w:lvlJc w:val="left"/>
      <w:pPr>
        <w:tabs>
          <w:tab w:val="num" w:pos="3600"/>
        </w:tabs>
        <w:ind w:left="3600" w:hanging="360"/>
      </w:pPr>
      <w:rPr>
        <w:rFonts w:ascii="Arial" w:hAnsi="Arial" w:hint="default"/>
      </w:rPr>
    </w:lvl>
    <w:lvl w:ilvl="5" w:tplc="45205936" w:tentative="1">
      <w:start w:val="1"/>
      <w:numFmt w:val="bullet"/>
      <w:lvlText w:val="•"/>
      <w:lvlJc w:val="left"/>
      <w:pPr>
        <w:tabs>
          <w:tab w:val="num" w:pos="4320"/>
        </w:tabs>
        <w:ind w:left="4320" w:hanging="360"/>
      </w:pPr>
      <w:rPr>
        <w:rFonts w:ascii="Arial" w:hAnsi="Arial" w:hint="default"/>
      </w:rPr>
    </w:lvl>
    <w:lvl w:ilvl="6" w:tplc="D55CA702" w:tentative="1">
      <w:start w:val="1"/>
      <w:numFmt w:val="bullet"/>
      <w:lvlText w:val="•"/>
      <w:lvlJc w:val="left"/>
      <w:pPr>
        <w:tabs>
          <w:tab w:val="num" w:pos="5040"/>
        </w:tabs>
        <w:ind w:left="5040" w:hanging="360"/>
      </w:pPr>
      <w:rPr>
        <w:rFonts w:ascii="Arial" w:hAnsi="Arial" w:hint="default"/>
      </w:rPr>
    </w:lvl>
    <w:lvl w:ilvl="7" w:tplc="AA88A670" w:tentative="1">
      <w:start w:val="1"/>
      <w:numFmt w:val="bullet"/>
      <w:lvlText w:val="•"/>
      <w:lvlJc w:val="left"/>
      <w:pPr>
        <w:tabs>
          <w:tab w:val="num" w:pos="5760"/>
        </w:tabs>
        <w:ind w:left="5760" w:hanging="360"/>
      </w:pPr>
      <w:rPr>
        <w:rFonts w:ascii="Arial" w:hAnsi="Arial" w:hint="default"/>
      </w:rPr>
    </w:lvl>
    <w:lvl w:ilvl="8" w:tplc="89C6062A"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4A3D"/>
    <w:rsid w:val="00004F8D"/>
    <w:rsid w:val="00005720"/>
    <w:rsid w:val="0000696F"/>
    <w:rsid w:val="00007837"/>
    <w:rsid w:val="00007F2C"/>
    <w:rsid w:val="00011095"/>
    <w:rsid w:val="000119C8"/>
    <w:rsid w:val="00011B1A"/>
    <w:rsid w:val="00013095"/>
    <w:rsid w:val="00015EE0"/>
    <w:rsid w:val="0001720C"/>
    <w:rsid w:val="00020480"/>
    <w:rsid w:val="00020DA2"/>
    <w:rsid w:val="0002128C"/>
    <w:rsid w:val="00021643"/>
    <w:rsid w:val="0002297D"/>
    <w:rsid w:val="000229EB"/>
    <w:rsid w:val="00022D84"/>
    <w:rsid w:val="00023B75"/>
    <w:rsid w:val="000245D5"/>
    <w:rsid w:val="00025FE5"/>
    <w:rsid w:val="00030575"/>
    <w:rsid w:val="000316A6"/>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2A62"/>
    <w:rsid w:val="00052C6E"/>
    <w:rsid w:val="00053645"/>
    <w:rsid w:val="0005558C"/>
    <w:rsid w:val="00055D6E"/>
    <w:rsid w:val="00056138"/>
    <w:rsid w:val="000562F3"/>
    <w:rsid w:val="00056E82"/>
    <w:rsid w:val="00056FD8"/>
    <w:rsid w:val="000601D4"/>
    <w:rsid w:val="00060D39"/>
    <w:rsid w:val="0006164D"/>
    <w:rsid w:val="00061811"/>
    <w:rsid w:val="00063253"/>
    <w:rsid w:val="00064A41"/>
    <w:rsid w:val="000662FF"/>
    <w:rsid w:val="000668A2"/>
    <w:rsid w:val="00070E00"/>
    <w:rsid w:val="000719F1"/>
    <w:rsid w:val="00071F56"/>
    <w:rsid w:val="000752FA"/>
    <w:rsid w:val="00081A9B"/>
    <w:rsid w:val="00082B36"/>
    <w:rsid w:val="00084E40"/>
    <w:rsid w:val="00086D0C"/>
    <w:rsid w:val="00087BB1"/>
    <w:rsid w:val="00090EA7"/>
    <w:rsid w:val="0009329A"/>
    <w:rsid w:val="00093474"/>
    <w:rsid w:val="0009558D"/>
    <w:rsid w:val="0009563F"/>
    <w:rsid w:val="000961D6"/>
    <w:rsid w:val="0009664E"/>
    <w:rsid w:val="00097B2C"/>
    <w:rsid w:val="000A12DE"/>
    <w:rsid w:val="000A1C52"/>
    <w:rsid w:val="000A2FCC"/>
    <w:rsid w:val="000A38C1"/>
    <w:rsid w:val="000A5951"/>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326"/>
    <w:rsid w:val="000C057B"/>
    <w:rsid w:val="000C1018"/>
    <w:rsid w:val="000C1021"/>
    <w:rsid w:val="000C17D6"/>
    <w:rsid w:val="000C1E38"/>
    <w:rsid w:val="000C1FBC"/>
    <w:rsid w:val="000C2970"/>
    <w:rsid w:val="000C3A47"/>
    <w:rsid w:val="000C3D30"/>
    <w:rsid w:val="000C4EEC"/>
    <w:rsid w:val="000C5091"/>
    <w:rsid w:val="000C5881"/>
    <w:rsid w:val="000C6796"/>
    <w:rsid w:val="000C67A2"/>
    <w:rsid w:val="000D004D"/>
    <w:rsid w:val="000D0616"/>
    <w:rsid w:val="000D2203"/>
    <w:rsid w:val="000D2445"/>
    <w:rsid w:val="000D352A"/>
    <w:rsid w:val="000D38E7"/>
    <w:rsid w:val="000D4002"/>
    <w:rsid w:val="000D5F0D"/>
    <w:rsid w:val="000D61DA"/>
    <w:rsid w:val="000D62E4"/>
    <w:rsid w:val="000D68B6"/>
    <w:rsid w:val="000E09C1"/>
    <w:rsid w:val="000E47F3"/>
    <w:rsid w:val="000E5279"/>
    <w:rsid w:val="000E5DE5"/>
    <w:rsid w:val="000E6594"/>
    <w:rsid w:val="000E7F59"/>
    <w:rsid w:val="000F014F"/>
    <w:rsid w:val="000F0A18"/>
    <w:rsid w:val="000F1E8A"/>
    <w:rsid w:val="000F30D6"/>
    <w:rsid w:val="000F3A5B"/>
    <w:rsid w:val="000F4516"/>
    <w:rsid w:val="000F5134"/>
    <w:rsid w:val="000F539A"/>
    <w:rsid w:val="000F62FA"/>
    <w:rsid w:val="000F71BC"/>
    <w:rsid w:val="001012B1"/>
    <w:rsid w:val="00101709"/>
    <w:rsid w:val="00106232"/>
    <w:rsid w:val="00107338"/>
    <w:rsid w:val="001073B5"/>
    <w:rsid w:val="0011066A"/>
    <w:rsid w:val="0011261C"/>
    <w:rsid w:val="00112D2E"/>
    <w:rsid w:val="0011551C"/>
    <w:rsid w:val="00115BC0"/>
    <w:rsid w:val="00115D61"/>
    <w:rsid w:val="001169F9"/>
    <w:rsid w:val="001201C4"/>
    <w:rsid w:val="001205A8"/>
    <w:rsid w:val="00120AE8"/>
    <w:rsid w:val="0012372E"/>
    <w:rsid w:val="00123ED1"/>
    <w:rsid w:val="00124224"/>
    <w:rsid w:val="00124A7C"/>
    <w:rsid w:val="00125A98"/>
    <w:rsid w:val="00126CE7"/>
    <w:rsid w:val="00127EBD"/>
    <w:rsid w:val="0013016D"/>
    <w:rsid w:val="00130A8E"/>
    <w:rsid w:val="00131390"/>
    <w:rsid w:val="00131CAC"/>
    <w:rsid w:val="001322D6"/>
    <w:rsid w:val="001333B9"/>
    <w:rsid w:val="001335AF"/>
    <w:rsid w:val="00133B3B"/>
    <w:rsid w:val="00134C92"/>
    <w:rsid w:val="00134F2E"/>
    <w:rsid w:val="001352D1"/>
    <w:rsid w:val="0013588B"/>
    <w:rsid w:val="0014080B"/>
    <w:rsid w:val="001438A4"/>
    <w:rsid w:val="00144FB8"/>
    <w:rsid w:val="00145EE1"/>
    <w:rsid w:val="0014601C"/>
    <w:rsid w:val="00152472"/>
    <w:rsid w:val="00152850"/>
    <w:rsid w:val="00152AD9"/>
    <w:rsid w:val="001531F7"/>
    <w:rsid w:val="0015545C"/>
    <w:rsid w:val="0015597C"/>
    <w:rsid w:val="00162CEF"/>
    <w:rsid w:val="001631D2"/>
    <w:rsid w:val="00163A38"/>
    <w:rsid w:val="00165659"/>
    <w:rsid w:val="00166CD9"/>
    <w:rsid w:val="001673B8"/>
    <w:rsid w:val="00167A10"/>
    <w:rsid w:val="00167B70"/>
    <w:rsid w:val="00171CCA"/>
    <w:rsid w:val="00172AAC"/>
    <w:rsid w:val="00174651"/>
    <w:rsid w:val="00174970"/>
    <w:rsid w:val="00174A5C"/>
    <w:rsid w:val="00176AC3"/>
    <w:rsid w:val="001771B1"/>
    <w:rsid w:val="0018136A"/>
    <w:rsid w:val="00181C15"/>
    <w:rsid w:val="00182F89"/>
    <w:rsid w:val="00184C47"/>
    <w:rsid w:val="0018565B"/>
    <w:rsid w:val="00187958"/>
    <w:rsid w:val="00187BC5"/>
    <w:rsid w:val="0019345B"/>
    <w:rsid w:val="0019345D"/>
    <w:rsid w:val="001938E0"/>
    <w:rsid w:val="001951A5"/>
    <w:rsid w:val="001951B1"/>
    <w:rsid w:val="001958C3"/>
    <w:rsid w:val="00196609"/>
    <w:rsid w:val="00196931"/>
    <w:rsid w:val="00196D9C"/>
    <w:rsid w:val="001974FC"/>
    <w:rsid w:val="00197633"/>
    <w:rsid w:val="001A118E"/>
    <w:rsid w:val="001A1FA8"/>
    <w:rsid w:val="001A3E85"/>
    <w:rsid w:val="001A461A"/>
    <w:rsid w:val="001A5390"/>
    <w:rsid w:val="001A5727"/>
    <w:rsid w:val="001A7BC9"/>
    <w:rsid w:val="001B05D5"/>
    <w:rsid w:val="001B20C9"/>
    <w:rsid w:val="001B6847"/>
    <w:rsid w:val="001B70C7"/>
    <w:rsid w:val="001C1636"/>
    <w:rsid w:val="001C1C62"/>
    <w:rsid w:val="001C2373"/>
    <w:rsid w:val="001C2DE0"/>
    <w:rsid w:val="001C482A"/>
    <w:rsid w:val="001C5476"/>
    <w:rsid w:val="001C794A"/>
    <w:rsid w:val="001C7BB8"/>
    <w:rsid w:val="001C808C"/>
    <w:rsid w:val="001D5278"/>
    <w:rsid w:val="001D6D4E"/>
    <w:rsid w:val="001D7248"/>
    <w:rsid w:val="001E0031"/>
    <w:rsid w:val="001E08E1"/>
    <w:rsid w:val="001E1A36"/>
    <w:rsid w:val="001E252E"/>
    <w:rsid w:val="001E285B"/>
    <w:rsid w:val="001E49AC"/>
    <w:rsid w:val="001E7889"/>
    <w:rsid w:val="001E7E41"/>
    <w:rsid w:val="001F1FA6"/>
    <w:rsid w:val="001F2DE2"/>
    <w:rsid w:val="001F38E5"/>
    <w:rsid w:val="001F57EB"/>
    <w:rsid w:val="001F5C58"/>
    <w:rsid w:val="001F74C5"/>
    <w:rsid w:val="001F7A3A"/>
    <w:rsid w:val="002003B8"/>
    <w:rsid w:val="00200DFE"/>
    <w:rsid w:val="0020137E"/>
    <w:rsid w:val="0020558F"/>
    <w:rsid w:val="00206F28"/>
    <w:rsid w:val="002077D8"/>
    <w:rsid w:val="002078BD"/>
    <w:rsid w:val="00212964"/>
    <w:rsid w:val="00213A79"/>
    <w:rsid w:val="00214190"/>
    <w:rsid w:val="00214FEB"/>
    <w:rsid w:val="00215FEE"/>
    <w:rsid w:val="0021679A"/>
    <w:rsid w:val="00220565"/>
    <w:rsid w:val="00220B5F"/>
    <w:rsid w:val="002210FC"/>
    <w:rsid w:val="00223298"/>
    <w:rsid w:val="002247E3"/>
    <w:rsid w:val="00225B31"/>
    <w:rsid w:val="00226170"/>
    <w:rsid w:val="002266EF"/>
    <w:rsid w:val="00226B01"/>
    <w:rsid w:val="00230D65"/>
    <w:rsid w:val="00231551"/>
    <w:rsid w:val="00232292"/>
    <w:rsid w:val="00234263"/>
    <w:rsid w:val="00236DA7"/>
    <w:rsid w:val="0023731D"/>
    <w:rsid w:val="002402A3"/>
    <w:rsid w:val="00240374"/>
    <w:rsid w:val="00241498"/>
    <w:rsid w:val="00242BBC"/>
    <w:rsid w:val="0024305C"/>
    <w:rsid w:val="00243583"/>
    <w:rsid w:val="00243F38"/>
    <w:rsid w:val="002445E5"/>
    <w:rsid w:val="00245499"/>
    <w:rsid w:val="00245558"/>
    <w:rsid w:val="00246341"/>
    <w:rsid w:val="002477D0"/>
    <w:rsid w:val="00250D63"/>
    <w:rsid w:val="00250EEA"/>
    <w:rsid w:val="002526DD"/>
    <w:rsid w:val="00252F08"/>
    <w:rsid w:val="00253221"/>
    <w:rsid w:val="0025337E"/>
    <w:rsid w:val="00255747"/>
    <w:rsid w:val="00255A99"/>
    <w:rsid w:val="00255EAF"/>
    <w:rsid w:val="002565A9"/>
    <w:rsid w:val="00256973"/>
    <w:rsid w:val="00256A9B"/>
    <w:rsid w:val="00257849"/>
    <w:rsid w:val="00261B9E"/>
    <w:rsid w:val="00262AB0"/>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868"/>
    <w:rsid w:val="00291C9E"/>
    <w:rsid w:val="00292207"/>
    <w:rsid w:val="002929BC"/>
    <w:rsid w:val="00292D6E"/>
    <w:rsid w:val="00297836"/>
    <w:rsid w:val="002A00E9"/>
    <w:rsid w:val="002A041A"/>
    <w:rsid w:val="002A1303"/>
    <w:rsid w:val="002A2CC0"/>
    <w:rsid w:val="002A5F9F"/>
    <w:rsid w:val="002A6268"/>
    <w:rsid w:val="002A7511"/>
    <w:rsid w:val="002B4EDF"/>
    <w:rsid w:val="002B52BC"/>
    <w:rsid w:val="002B633B"/>
    <w:rsid w:val="002B674B"/>
    <w:rsid w:val="002C0313"/>
    <w:rsid w:val="002C0CAC"/>
    <w:rsid w:val="002C1A45"/>
    <w:rsid w:val="002C29C3"/>
    <w:rsid w:val="002C34D4"/>
    <w:rsid w:val="002C3A25"/>
    <w:rsid w:val="002C4F72"/>
    <w:rsid w:val="002C5EED"/>
    <w:rsid w:val="002C7ABE"/>
    <w:rsid w:val="002D0BA7"/>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56BA"/>
    <w:rsid w:val="002E62BF"/>
    <w:rsid w:val="002E6447"/>
    <w:rsid w:val="002E6836"/>
    <w:rsid w:val="002E6972"/>
    <w:rsid w:val="002F02E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20D6"/>
    <w:rsid w:val="003127FB"/>
    <w:rsid w:val="00312EA7"/>
    <w:rsid w:val="00313394"/>
    <w:rsid w:val="00314D28"/>
    <w:rsid w:val="00314F26"/>
    <w:rsid w:val="00315E30"/>
    <w:rsid w:val="00316183"/>
    <w:rsid w:val="00316B4F"/>
    <w:rsid w:val="0032172E"/>
    <w:rsid w:val="00325B19"/>
    <w:rsid w:val="0032667B"/>
    <w:rsid w:val="003268A2"/>
    <w:rsid w:val="00327EBF"/>
    <w:rsid w:val="00330298"/>
    <w:rsid w:val="003311E9"/>
    <w:rsid w:val="00331236"/>
    <w:rsid w:val="00331BBB"/>
    <w:rsid w:val="00332082"/>
    <w:rsid w:val="00332E02"/>
    <w:rsid w:val="003339AB"/>
    <w:rsid w:val="0033415B"/>
    <w:rsid w:val="0033553D"/>
    <w:rsid w:val="003355E6"/>
    <w:rsid w:val="003411C8"/>
    <w:rsid w:val="00341231"/>
    <w:rsid w:val="003412F7"/>
    <w:rsid w:val="003419BE"/>
    <w:rsid w:val="00341F1C"/>
    <w:rsid w:val="00344749"/>
    <w:rsid w:val="00344886"/>
    <w:rsid w:val="00344F46"/>
    <w:rsid w:val="00345489"/>
    <w:rsid w:val="00345E43"/>
    <w:rsid w:val="003466EE"/>
    <w:rsid w:val="003475AD"/>
    <w:rsid w:val="00350E5E"/>
    <w:rsid w:val="00350EBF"/>
    <w:rsid w:val="003515E7"/>
    <w:rsid w:val="003538B8"/>
    <w:rsid w:val="00353AFB"/>
    <w:rsid w:val="00354CDC"/>
    <w:rsid w:val="00356066"/>
    <w:rsid w:val="0035632A"/>
    <w:rsid w:val="003564A2"/>
    <w:rsid w:val="0035668B"/>
    <w:rsid w:val="0035711B"/>
    <w:rsid w:val="003579C7"/>
    <w:rsid w:val="00363FBE"/>
    <w:rsid w:val="003648D8"/>
    <w:rsid w:val="0036504A"/>
    <w:rsid w:val="00365515"/>
    <w:rsid w:val="00365E56"/>
    <w:rsid w:val="00365F5B"/>
    <w:rsid w:val="00366671"/>
    <w:rsid w:val="00367079"/>
    <w:rsid w:val="003722A4"/>
    <w:rsid w:val="00374937"/>
    <w:rsid w:val="00374DD3"/>
    <w:rsid w:val="0037787A"/>
    <w:rsid w:val="00377B45"/>
    <w:rsid w:val="003815D4"/>
    <w:rsid w:val="00382393"/>
    <w:rsid w:val="0038273C"/>
    <w:rsid w:val="00382ED8"/>
    <w:rsid w:val="0038307C"/>
    <w:rsid w:val="003837BA"/>
    <w:rsid w:val="00383EB1"/>
    <w:rsid w:val="00384668"/>
    <w:rsid w:val="00387ABA"/>
    <w:rsid w:val="00387E6E"/>
    <w:rsid w:val="003908BF"/>
    <w:rsid w:val="00393191"/>
    <w:rsid w:val="003937F9"/>
    <w:rsid w:val="003944D8"/>
    <w:rsid w:val="00395472"/>
    <w:rsid w:val="003957B9"/>
    <w:rsid w:val="003958FD"/>
    <w:rsid w:val="00395D5C"/>
    <w:rsid w:val="00395D8D"/>
    <w:rsid w:val="00395FED"/>
    <w:rsid w:val="00396430"/>
    <w:rsid w:val="0039645E"/>
    <w:rsid w:val="00397961"/>
    <w:rsid w:val="003A0A18"/>
    <w:rsid w:val="003A17E5"/>
    <w:rsid w:val="003A278A"/>
    <w:rsid w:val="003A30CD"/>
    <w:rsid w:val="003A3874"/>
    <w:rsid w:val="003A4CD2"/>
    <w:rsid w:val="003A5549"/>
    <w:rsid w:val="003A659C"/>
    <w:rsid w:val="003B010D"/>
    <w:rsid w:val="003B0B5F"/>
    <w:rsid w:val="003B1AC0"/>
    <w:rsid w:val="003B3BAF"/>
    <w:rsid w:val="003B4FA1"/>
    <w:rsid w:val="003B511B"/>
    <w:rsid w:val="003B569A"/>
    <w:rsid w:val="003B5801"/>
    <w:rsid w:val="003B595F"/>
    <w:rsid w:val="003B76CC"/>
    <w:rsid w:val="003B7718"/>
    <w:rsid w:val="003B7C81"/>
    <w:rsid w:val="003C0756"/>
    <w:rsid w:val="003C1024"/>
    <w:rsid w:val="003C4BD1"/>
    <w:rsid w:val="003C5508"/>
    <w:rsid w:val="003C612A"/>
    <w:rsid w:val="003C626C"/>
    <w:rsid w:val="003C6A89"/>
    <w:rsid w:val="003C6C67"/>
    <w:rsid w:val="003C75BC"/>
    <w:rsid w:val="003D001A"/>
    <w:rsid w:val="003D125A"/>
    <w:rsid w:val="003D1DBD"/>
    <w:rsid w:val="003D32E7"/>
    <w:rsid w:val="003D4245"/>
    <w:rsid w:val="003D5E59"/>
    <w:rsid w:val="003D7967"/>
    <w:rsid w:val="003E15AF"/>
    <w:rsid w:val="003E3DC7"/>
    <w:rsid w:val="003E49F3"/>
    <w:rsid w:val="003E5ECA"/>
    <w:rsid w:val="003E72EE"/>
    <w:rsid w:val="003E73D5"/>
    <w:rsid w:val="003F1127"/>
    <w:rsid w:val="003F2840"/>
    <w:rsid w:val="003F2BE5"/>
    <w:rsid w:val="003F6E34"/>
    <w:rsid w:val="003F7FF4"/>
    <w:rsid w:val="004031B5"/>
    <w:rsid w:val="0040350E"/>
    <w:rsid w:val="00406BBD"/>
    <w:rsid w:val="00407B21"/>
    <w:rsid w:val="00407B9D"/>
    <w:rsid w:val="0041047F"/>
    <w:rsid w:val="00410827"/>
    <w:rsid w:val="004152BF"/>
    <w:rsid w:val="00416D08"/>
    <w:rsid w:val="00417818"/>
    <w:rsid w:val="00417A74"/>
    <w:rsid w:val="00417AB9"/>
    <w:rsid w:val="00420C38"/>
    <w:rsid w:val="00423A0C"/>
    <w:rsid w:val="00423DBA"/>
    <w:rsid w:val="00424139"/>
    <w:rsid w:val="00424E93"/>
    <w:rsid w:val="004303B8"/>
    <w:rsid w:val="00430BF6"/>
    <w:rsid w:val="00431633"/>
    <w:rsid w:val="00432C06"/>
    <w:rsid w:val="00433108"/>
    <w:rsid w:val="00434B7F"/>
    <w:rsid w:val="00435527"/>
    <w:rsid w:val="004360CD"/>
    <w:rsid w:val="00436A93"/>
    <w:rsid w:val="00436ED5"/>
    <w:rsid w:val="00437A20"/>
    <w:rsid w:val="00437FC6"/>
    <w:rsid w:val="00440ACE"/>
    <w:rsid w:val="004420B8"/>
    <w:rsid w:val="004430E0"/>
    <w:rsid w:val="00444662"/>
    <w:rsid w:val="00445E9B"/>
    <w:rsid w:val="004462A3"/>
    <w:rsid w:val="004469B1"/>
    <w:rsid w:val="00446A1D"/>
    <w:rsid w:val="00446EBB"/>
    <w:rsid w:val="0044705C"/>
    <w:rsid w:val="00447287"/>
    <w:rsid w:val="00450165"/>
    <w:rsid w:val="00451036"/>
    <w:rsid w:val="00453443"/>
    <w:rsid w:val="00453D17"/>
    <w:rsid w:val="00454DDF"/>
    <w:rsid w:val="00455B47"/>
    <w:rsid w:val="00455CD0"/>
    <w:rsid w:val="00455D51"/>
    <w:rsid w:val="00455F59"/>
    <w:rsid w:val="00456BC4"/>
    <w:rsid w:val="00461F66"/>
    <w:rsid w:val="0046227E"/>
    <w:rsid w:val="00462A2C"/>
    <w:rsid w:val="00462A67"/>
    <w:rsid w:val="00462AB6"/>
    <w:rsid w:val="00462B67"/>
    <w:rsid w:val="00462F11"/>
    <w:rsid w:val="00464554"/>
    <w:rsid w:val="00464A45"/>
    <w:rsid w:val="004658B7"/>
    <w:rsid w:val="004663E4"/>
    <w:rsid w:val="00466F42"/>
    <w:rsid w:val="00472FAB"/>
    <w:rsid w:val="00473022"/>
    <w:rsid w:val="00474049"/>
    <w:rsid w:val="004743EF"/>
    <w:rsid w:val="004745F2"/>
    <w:rsid w:val="00474C17"/>
    <w:rsid w:val="00480883"/>
    <w:rsid w:val="00482143"/>
    <w:rsid w:val="00482743"/>
    <w:rsid w:val="00482A42"/>
    <w:rsid w:val="00483C94"/>
    <w:rsid w:val="004840CA"/>
    <w:rsid w:val="0048430A"/>
    <w:rsid w:val="00484346"/>
    <w:rsid w:val="004849FE"/>
    <w:rsid w:val="004852AD"/>
    <w:rsid w:val="004862BD"/>
    <w:rsid w:val="00486F75"/>
    <w:rsid w:val="004871F6"/>
    <w:rsid w:val="0049089F"/>
    <w:rsid w:val="00490997"/>
    <w:rsid w:val="0049121F"/>
    <w:rsid w:val="004921C2"/>
    <w:rsid w:val="0049377C"/>
    <w:rsid w:val="0049382E"/>
    <w:rsid w:val="0049421E"/>
    <w:rsid w:val="00494293"/>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761"/>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C7DD0"/>
    <w:rsid w:val="004D1AEB"/>
    <w:rsid w:val="004D38B2"/>
    <w:rsid w:val="004D6765"/>
    <w:rsid w:val="004D7C46"/>
    <w:rsid w:val="004E13F8"/>
    <w:rsid w:val="004E1907"/>
    <w:rsid w:val="004E3779"/>
    <w:rsid w:val="004E5628"/>
    <w:rsid w:val="004E5ADC"/>
    <w:rsid w:val="004E62E6"/>
    <w:rsid w:val="004E6B72"/>
    <w:rsid w:val="004F15EA"/>
    <w:rsid w:val="004F19DA"/>
    <w:rsid w:val="004F19E6"/>
    <w:rsid w:val="004F1E47"/>
    <w:rsid w:val="004F1F82"/>
    <w:rsid w:val="004F2280"/>
    <w:rsid w:val="004F4F24"/>
    <w:rsid w:val="004F7577"/>
    <w:rsid w:val="004F7702"/>
    <w:rsid w:val="00500BB3"/>
    <w:rsid w:val="00501373"/>
    <w:rsid w:val="00501483"/>
    <w:rsid w:val="00501D54"/>
    <w:rsid w:val="00505160"/>
    <w:rsid w:val="005060DE"/>
    <w:rsid w:val="00506EA5"/>
    <w:rsid w:val="00506F00"/>
    <w:rsid w:val="00511040"/>
    <w:rsid w:val="0051291E"/>
    <w:rsid w:val="00512E61"/>
    <w:rsid w:val="005131DA"/>
    <w:rsid w:val="0051361A"/>
    <w:rsid w:val="005140CC"/>
    <w:rsid w:val="0051528F"/>
    <w:rsid w:val="00515503"/>
    <w:rsid w:val="005157A6"/>
    <w:rsid w:val="00515A0D"/>
    <w:rsid w:val="005163AE"/>
    <w:rsid w:val="005167B3"/>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2928"/>
    <w:rsid w:val="00553273"/>
    <w:rsid w:val="00553B36"/>
    <w:rsid w:val="00554FFB"/>
    <w:rsid w:val="00555562"/>
    <w:rsid w:val="00555F25"/>
    <w:rsid w:val="00556DF6"/>
    <w:rsid w:val="00561BCC"/>
    <w:rsid w:val="00561C62"/>
    <w:rsid w:val="00564C4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0BA"/>
    <w:rsid w:val="00582A11"/>
    <w:rsid w:val="00584EA6"/>
    <w:rsid w:val="0058503F"/>
    <w:rsid w:val="00586CF9"/>
    <w:rsid w:val="00587F45"/>
    <w:rsid w:val="005901E0"/>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5446"/>
    <w:rsid w:val="005C077B"/>
    <w:rsid w:val="005C0A57"/>
    <w:rsid w:val="005C0BB2"/>
    <w:rsid w:val="005C239F"/>
    <w:rsid w:val="005C3B37"/>
    <w:rsid w:val="005C4EC2"/>
    <w:rsid w:val="005D1B3E"/>
    <w:rsid w:val="005D25BE"/>
    <w:rsid w:val="005D2898"/>
    <w:rsid w:val="005D397E"/>
    <w:rsid w:val="005D6631"/>
    <w:rsid w:val="005D682B"/>
    <w:rsid w:val="005D6D3C"/>
    <w:rsid w:val="005D7683"/>
    <w:rsid w:val="005D7D76"/>
    <w:rsid w:val="005E0091"/>
    <w:rsid w:val="005E3C69"/>
    <w:rsid w:val="005E557E"/>
    <w:rsid w:val="005E6994"/>
    <w:rsid w:val="005E6A20"/>
    <w:rsid w:val="005E6A3A"/>
    <w:rsid w:val="005F01FA"/>
    <w:rsid w:val="005F18B2"/>
    <w:rsid w:val="005F2EC8"/>
    <w:rsid w:val="005F2F84"/>
    <w:rsid w:val="005F32AC"/>
    <w:rsid w:val="005F5E42"/>
    <w:rsid w:val="005F6951"/>
    <w:rsid w:val="005F752F"/>
    <w:rsid w:val="005F7CDF"/>
    <w:rsid w:val="00601A37"/>
    <w:rsid w:val="0060245F"/>
    <w:rsid w:val="00602771"/>
    <w:rsid w:val="00602923"/>
    <w:rsid w:val="00602DA9"/>
    <w:rsid w:val="006030EE"/>
    <w:rsid w:val="00603556"/>
    <w:rsid w:val="0060361B"/>
    <w:rsid w:val="00606A3C"/>
    <w:rsid w:val="00607797"/>
    <w:rsid w:val="00610942"/>
    <w:rsid w:val="00611B5A"/>
    <w:rsid w:val="00612A0D"/>
    <w:rsid w:val="006143E9"/>
    <w:rsid w:val="00614966"/>
    <w:rsid w:val="00616E23"/>
    <w:rsid w:val="00616E98"/>
    <w:rsid w:val="00620BE9"/>
    <w:rsid w:val="00621AD1"/>
    <w:rsid w:val="00621E40"/>
    <w:rsid w:val="006223B3"/>
    <w:rsid w:val="00622DE8"/>
    <w:rsid w:val="00623756"/>
    <w:rsid w:val="00625A10"/>
    <w:rsid w:val="00625A7D"/>
    <w:rsid w:val="006300EF"/>
    <w:rsid w:val="006308D9"/>
    <w:rsid w:val="00630900"/>
    <w:rsid w:val="00631C64"/>
    <w:rsid w:val="00632A54"/>
    <w:rsid w:val="006337A6"/>
    <w:rsid w:val="00634149"/>
    <w:rsid w:val="00634227"/>
    <w:rsid w:val="006349AA"/>
    <w:rsid w:val="0063595E"/>
    <w:rsid w:val="00637325"/>
    <w:rsid w:val="006373D1"/>
    <w:rsid w:val="00640830"/>
    <w:rsid w:val="00642BD2"/>
    <w:rsid w:val="006431C4"/>
    <w:rsid w:val="00643C68"/>
    <w:rsid w:val="0064450B"/>
    <w:rsid w:val="00645ED1"/>
    <w:rsid w:val="00645F3E"/>
    <w:rsid w:val="00646534"/>
    <w:rsid w:val="00651155"/>
    <w:rsid w:val="00651569"/>
    <w:rsid w:val="0065196F"/>
    <w:rsid w:val="00651CBF"/>
    <w:rsid w:val="00652428"/>
    <w:rsid w:val="00653697"/>
    <w:rsid w:val="0065604B"/>
    <w:rsid w:val="00656FDB"/>
    <w:rsid w:val="0065787A"/>
    <w:rsid w:val="00657BFC"/>
    <w:rsid w:val="006605FC"/>
    <w:rsid w:val="0066149F"/>
    <w:rsid w:val="00662DFE"/>
    <w:rsid w:val="0066389B"/>
    <w:rsid w:val="00664097"/>
    <w:rsid w:val="00664A76"/>
    <w:rsid w:val="00667A3A"/>
    <w:rsid w:val="00670082"/>
    <w:rsid w:val="00670586"/>
    <w:rsid w:val="006706EF"/>
    <w:rsid w:val="00671591"/>
    <w:rsid w:val="0067240F"/>
    <w:rsid w:val="0067268B"/>
    <w:rsid w:val="006729BD"/>
    <w:rsid w:val="006752B0"/>
    <w:rsid w:val="006769A3"/>
    <w:rsid w:val="0067780F"/>
    <w:rsid w:val="00680EA1"/>
    <w:rsid w:val="0068144D"/>
    <w:rsid w:val="00681F9F"/>
    <w:rsid w:val="00682058"/>
    <w:rsid w:val="0068257A"/>
    <w:rsid w:val="00683D73"/>
    <w:rsid w:val="00684413"/>
    <w:rsid w:val="00685E59"/>
    <w:rsid w:val="00686395"/>
    <w:rsid w:val="00686EC5"/>
    <w:rsid w:val="00687C09"/>
    <w:rsid w:val="00690D1B"/>
    <w:rsid w:val="00690F9F"/>
    <w:rsid w:val="00691B03"/>
    <w:rsid w:val="00691B40"/>
    <w:rsid w:val="006922E4"/>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0A35"/>
    <w:rsid w:val="006B138E"/>
    <w:rsid w:val="006B1E23"/>
    <w:rsid w:val="006B43F3"/>
    <w:rsid w:val="006B595F"/>
    <w:rsid w:val="006B7351"/>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54A0"/>
    <w:rsid w:val="006D5C93"/>
    <w:rsid w:val="006D6894"/>
    <w:rsid w:val="006D6B8C"/>
    <w:rsid w:val="006D7BFF"/>
    <w:rsid w:val="006E0EE6"/>
    <w:rsid w:val="006E225C"/>
    <w:rsid w:val="006E2879"/>
    <w:rsid w:val="006E2B1B"/>
    <w:rsid w:val="006E59E2"/>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1754"/>
    <w:rsid w:val="00711FF4"/>
    <w:rsid w:val="00712C78"/>
    <w:rsid w:val="00712EB8"/>
    <w:rsid w:val="00715E48"/>
    <w:rsid w:val="0071711C"/>
    <w:rsid w:val="00717520"/>
    <w:rsid w:val="0071769B"/>
    <w:rsid w:val="00720B2F"/>
    <w:rsid w:val="007213E5"/>
    <w:rsid w:val="00721A57"/>
    <w:rsid w:val="00721C3C"/>
    <w:rsid w:val="00721FF5"/>
    <w:rsid w:val="007222BB"/>
    <w:rsid w:val="00722335"/>
    <w:rsid w:val="0072457D"/>
    <w:rsid w:val="00725765"/>
    <w:rsid w:val="007258ED"/>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2F53"/>
    <w:rsid w:val="0074310A"/>
    <w:rsid w:val="007447AE"/>
    <w:rsid w:val="00744C4F"/>
    <w:rsid w:val="0074644C"/>
    <w:rsid w:val="007472BE"/>
    <w:rsid w:val="00750087"/>
    <w:rsid w:val="00753373"/>
    <w:rsid w:val="00755200"/>
    <w:rsid w:val="00760939"/>
    <w:rsid w:val="00762358"/>
    <w:rsid w:val="00762AC8"/>
    <w:rsid w:val="00764F19"/>
    <w:rsid w:val="00765DCA"/>
    <w:rsid w:val="007662D7"/>
    <w:rsid w:val="00766551"/>
    <w:rsid w:val="00770BAA"/>
    <w:rsid w:val="007721D1"/>
    <w:rsid w:val="00773FC5"/>
    <w:rsid w:val="007749C2"/>
    <w:rsid w:val="00774AB4"/>
    <w:rsid w:val="00775574"/>
    <w:rsid w:val="00775949"/>
    <w:rsid w:val="007762DD"/>
    <w:rsid w:val="00777185"/>
    <w:rsid w:val="0078059C"/>
    <w:rsid w:val="00780A37"/>
    <w:rsid w:val="00782935"/>
    <w:rsid w:val="00784005"/>
    <w:rsid w:val="007853D1"/>
    <w:rsid w:val="00785B38"/>
    <w:rsid w:val="0078765D"/>
    <w:rsid w:val="00790AE1"/>
    <w:rsid w:val="00792217"/>
    <w:rsid w:val="0079287E"/>
    <w:rsid w:val="00793486"/>
    <w:rsid w:val="00793855"/>
    <w:rsid w:val="007944A0"/>
    <w:rsid w:val="00794746"/>
    <w:rsid w:val="007948B2"/>
    <w:rsid w:val="0079494B"/>
    <w:rsid w:val="00795834"/>
    <w:rsid w:val="00795A6D"/>
    <w:rsid w:val="00796A7A"/>
    <w:rsid w:val="00796C1D"/>
    <w:rsid w:val="00797756"/>
    <w:rsid w:val="007A0549"/>
    <w:rsid w:val="007A0817"/>
    <w:rsid w:val="007A09D7"/>
    <w:rsid w:val="007A0ABC"/>
    <w:rsid w:val="007A21B7"/>
    <w:rsid w:val="007A396C"/>
    <w:rsid w:val="007A3ACA"/>
    <w:rsid w:val="007A4E83"/>
    <w:rsid w:val="007A67A5"/>
    <w:rsid w:val="007A6AE7"/>
    <w:rsid w:val="007A7FEB"/>
    <w:rsid w:val="007B03BF"/>
    <w:rsid w:val="007B07A6"/>
    <w:rsid w:val="007B1FE4"/>
    <w:rsid w:val="007B24A6"/>
    <w:rsid w:val="007B24D7"/>
    <w:rsid w:val="007B29FA"/>
    <w:rsid w:val="007B41C8"/>
    <w:rsid w:val="007B4DAF"/>
    <w:rsid w:val="007B6E36"/>
    <w:rsid w:val="007B76DC"/>
    <w:rsid w:val="007B7C85"/>
    <w:rsid w:val="007B7F0B"/>
    <w:rsid w:val="007C00B2"/>
    <w:rsid w:val="007C1481"/>
    <w:rsid w:val="007C154C"/>
    <w:rsid w:val="007C1A19"/>
    <w:rsid w:val="007C1BED"/>
    <w:rsid w:val="007C240C"/>
    <w:rsid w:val="007C2462"/>
    <w:rsid w:val="007C30AB"/>
    <w:rsid w:val="007C3A75"/>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0305"/>
    <w:rsid w:val="0080155D"/>
    <w:rsid w:val="00801CBD"/>
    <w:rsid w:val="008021EF"/>
    <w:rsid w:val="00802FF3"/>
    <w:rsid w:val="00806293"/>
    <w:rsid w:val="0081035A"/>
    <w:rsid w:val="0081126E"/>
    <w:rsid w:val="00813130"/>
    <w:rsid w:val="00813D7B"/>
    <w:rsid w:val="00814A99"/>
    <w:rsid w:val="00816563"/>
    <w:rsid w:val="00817C3F"/>
    <w:rsid w:val="008202BA"/>
    <w:rsid w:val="00820D56"/>
    <w:rsid w:val="00821990"/>
    <w:rsid w:val="0082211B"/>
    <w:rsid w:val="0082317C"/>
    <w:rsid w:val="00823241"/>
    <w:rsid w:val="00823AF7"/>
    <w:rsid w:val="00823BA2"/>
    <w:rsid w:val="00823D30"/>
    <w:rsid w:val="00824543"/>
    <w:rsid w:val="00824D3D"/>
    <w:rsid w:val="008254A9"/>
    <w:rsid w:val="008261CC"/>
    <w:rsid w:val="008268C6"/>
    <w:rsid w:val="00826C78"/>
    <w:rsid w:val="00830564"/>
    <w:rsid w:val="00830711"/>
    <w:rsid w:val="008313DD"/>
    <w:rsid w:val="00832793"/>
    <w:rsid w:val="00832CAE"/>
    <w:rsid w:val="00833241"/>
    <w:rsid w:val="0083537B"/>
    <w:rsid w:val="00835730"/>
    <w:rsid w:val="00836C60"/>
    <w:rsid w:val="00837982"/>
    <w:rsid w:val="0084145E"/>
    <w:rsid w:val="0084219B"/>
    <w:rsid w:val="0084274D"/>
    <w:rsid w:val="00842CC3"/>
    <w:rsid w:val="008430E8"/>
    <w:rsid w:val="00843988"/>
    <w:rsid w:val="00843D89"/>
    <w:rsid w:val="00844983"/>
    <w:rsid w:val="00845244"/>
    <w:rsid w:val="00845FB9"/>
    <w:rsid w:val="00846133"/>
    <w:rsid w:val="0084697B"/>
    <w:rsid w:val="00846C7B"/>
    <w:rsid w:val="0085013B"/>
    <w:rsid w:val="008502B7"/>
    <w:rsid w:val="00850E7A"/>
    <w:rsid w:val="00852FD7"/>
    <w:rsid w:val="00853277"/>
    <w:rsid w:val="00853291"/>
    <w:rsid w:val="008539CD"/>
    <w:rsid w:val="00853D33"/>
    <w:rsid w:val="00854201"/>
    <w:rsid w:val="008559A7"/>
    <w:rsid w:val="00855ACC"/>
    <w:rsid w:val="00855F7B"/>
    <w:rsid w:val="0085694D"/>
    <w:rsid w:val="00856AAF"/>
    <w:rsid w:val="00857243"/>
    <w:rsid w:val="00857729"/>
    <w:rsid w:val="00860735"/>
    <w:rsid w:val="00860A16"/>
    <w:rsid w:val="00860CA8"/>
    <w:rsid w:val="00860D56"/>
    <w:rsid w:val="00861B9A"/>
    <w:rsid w:val="00861CEA"/>
    <w:rsid w:val="008669FB"/>
    <w:rsid w:val="00866A6C"/>
    <w:rsid w:val="00867E8B"/>
    <w:rsid w:val="008708E8"/>
    <w:rsid w:val="008711B4"/>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916AD"/>
    <w:rsid w:val="00892103"/>
    <w:rsid w:val="00892F40"/>
    <w:rsid w:val="008944E0"/>
    <w:rsid w:val="00896D5D"/>
    <w:rsid w:val="008A0D66"/>
    <w:rsid w:val="008A15BB"/>
    <w:rsid w:val="008A4D57"/>
    <w:rsid w:val="008A5712"/>
    <w:rsid w:val="008A59E1"/>
    <w:rsid w:val="008A60EE"/>
    <w:rsid w:val="008A61CE"/>
    <w:rsid w:val="008B2059"/>
    <w:rsid w:val="008B5400"/>
    <w:rsid w:val="008B563A"/>
    <w:rsid w:val="008B7C9B"/>
    <w:rsid w:val="008C3489"/>
    <w:rsid w:val="008C46F3"/>
    <w:rsid w:val="008C4DDA"/>
    <w:rsid w:val="008C508E"/>
    <w:rsid w:val="008C558A"/>
    <w:rsid w:val="008C6A6A"/>
    <w:rsid w:val="008C6AB9"/>
    <w:rsid w:val="008C6D72"/>
    <w:rsid w:val="008D275E"/>
    <w:rsid w:val="008D433D"/>
    <w:rsid w:val="008D5431"/>
    <w:rsid w:val="008D66FA"/>
    <w:rsid w:val="008D79BE"/>
    <w:rsid w:val="008E0513"/>
    <w:rsid w:val="008E0D34"/>
    <w:rsid w:val="008E263B"/>
    <w:rsid w:val="008E2745"/>
    <w:rsid w:val="008E472E"/>
    <w:rsid w:val="008E52A4"/>
    <w:rsid w:val="008E71B6"/>
    <w:rsid w:val="008E7712"/>
    <w:rsid w:val="008E7B27"/>
    <w:rsid w:val="008F1A16"/>
    <w:rsid w:val="008F1B46"/>
    <w:rsid w:val="008F2576"/>
    <w:rsid w:val="008F3611"/>
    <w:rsid w:val="008F47B7"/>
    <w:rsid w:val="008F63E6"/>
    <w:rsid w:val="008F69EC"/>
    <w:rsid w:val="008F74E2"/>
    <w:rsid w:val="008F7706"/>
    <w:rsid w:val="00900BE0"/>
    <w:rsid w:val="00901095"/>
    <w:rsid w:val="0090114D"/>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41C5"/>
    <w:rsid w:val="00914451"/>
    <w:rsid w:val="00914C05"/>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4EB"/>
    <w:rsid w:val="00930A34"/>
    <w:rsid w:val="00930A71"/>
    <w:rsid w:val="0093126F"/>
    <w:rsid w:val="00931FE2"/>
    <w:rsid w:val="00932954"/>
    <w:rsid w:val="00934EE1"/>
    <w:rsid w:val="00935525"/>
    <w:rsid w:val="00935D29"/>
    <w:rsid w:val="00935F49"/>
    <w:rsid w:val="0093685B"/>
    <w:rsid w:val="009400CA"/>
    <w:rsid w:val="00940ADF"/>
    <w:rsid w:val="0094223B"/>
    <w:rsid w:val="00942501"/>
    <w:rsid w:val="0094280C"/>
    <w:rsid w:val="00942BE3"/>
    <w:rsid w:val="00945397"/>
    <w:rsid w:val="0094676B"/>
    <w:rsid w:val="00946D2C"/>
    <w:rsid w:val="009500B5"/>
    <w:rsid w:val="00950C02"/>
    <w:rsid w:val="00950CE3"/>
    <w:rsid w:val="00951821"/>
    <w:rsid w:val="00952503"/>
    <w:rsid w:val="00952E41"/>
    <w:rsid w:val="00955052"/>
    <w:rsid w:val="009567DB"/>
    <w:rsid w:val="00957D35"/>
    <w:rsid w:val="00962481"/>
    <w:rsid w:val="00963B0D"/>
    <w:rsid w:val="009647E7"/>
    <w:rsid w:val="00964B77"/>
    <w:rsid w:val="00966EA4"/>
    <w:rsid w:val="00973361"/>
    <w:rsid w:val="0097430E"/>
    <w:rsid w:val="009751BE"/>
    <w:rsid w:val="009759C2"/>
    <w:rsid w:val="0097774C"/>
    <w:rsid w:val="00980195"/>
    <w:rsid w:val="009803FD"/>
    <w:rsid w:val="00980505"/>
    <w:rsid w:val="00981B83"/>
    <w:rsid w:val="009832E3"/>
    <w:rsid w:val="009838B8"/>
    <w:rsid w:val="00984281"/>
    <w:rsid w:val="00986D43"/>
    <w:rsid w:val="00990EB7"/>
    <w:rsid w:val="00993166"/>
    <w:rsid w:val="00994BB4"/>
    <w:rsid w:val="00994F7F"/>
    <w:rsid w:val="00995EBB"/>
    <w:rsid w:val="00995FDA"/>
    <w:rsid w:val="009964FE"/>
    <w:rsid w:val="009969B9"/>
    <w:rsid w:val="009A08F7"/>
    <w:rsid w:val="009A16F8"/>
    <w:rsid w:val="009A41D2"/>
    <w:rsid w:val="009B1CDB"/>
    <w:rsid w:val="009B21AF"/>
    <w:rsid w:val="009B3DF3"/>
    <w:rsid w:val="009B6DF3"/>
    <w:rsid w:val="009B7AFC"/>
    <w:rsid w:val="009C1424"/>
    <w:rsid w:val="009C14EE"/>
    <w:rsid w:val="009C1C60"/>
    <w:rsid w:val="009C207F"/>
    <w:rsid w:val="009C3D6E"/>
    <w:rsid w:val="009C4B37"/>
    <w:rsid w:val="009C4C54"/>
    <w:rsid w:val="009C55A5"/>
    <w:rsid w:val="009C5D1E"/>
    <w:rsid w:val="009C7153"/>
    <w:rsid w:val="009D2946"/>
    <w:rsid w:val="009D5B3E"/>
    <w:rsid w:val="009D65A7"/>
    <w:rsid w:val="009D66F8"/>
    <w:rsid w:val="009D7A96"/>
    <w:rsid w:val="009E0B86"/>
    <w:rsid w:val="009E2A79"/>
    <w:rsid w:val="009E373E"/>
    <w:rsid w:val="009E4C09"/>
    <w:rsid w:val="009E508B"/>
    <w:rsid w:val="009E5725"/>
    <w:rsid w:val="009E62B7"/>
    <w:rsid w:val="009E6CCA"/>
    <w:rsid w:val="009E7768"/>
    <w:rsid w:val="009E7DC7"/>
    <w:rsid w:val="009F13CE"/>
    <w:rsid w:val="009F2050"/>
    <w:rsid w:val="009F212F"/>
    <w:rsid w:val="009F2165"/>
    <w:rsid w:val="009F2466"/>
    <w:rsid w:val="009F3FD8"/>
    <w:rsid w:val="00A00E1D"/>
    <w:rsid w:val="00A06BF3"/>
    <w:rsid w:val="00A07A7E"/>
    <w:rsid w:val="00A10160"/>
    <w:rsid w:val="00A101B5"/>
    <w:rsid w:val="00A107E8"/>
    <w:rsid w:val="00A10A65"/>
    <w:rsid w:val="00A1159C"/>
    <w:rsid w:val="00A11E73"/>
    <w:rsid w:val="00A13522"/>
    <w:rsid w:val="00A13BB9"/>
    <w:rsid w:val="00A1497D"/>
    <w:rsid w:val="00A149DD"/>
    <w:rsid w:val="00A14E26"/>
    <w:rsid w:val="00A15C8D"/>
    <w:rsid w:val="00A164D0"/>
    <w:rsid w:val="00A16893"/>
    <w:rsid w:val="00A16C5A"/>
    <w:rsid w:val="00A16D4F"/>
    <w:rsid w:val="00A1714A"/>
    <w:rsid w:val="00A20B97"/>
    <w:rsid w:val="00A20C8D"/>
    <w:rsid w:val="00A219B6"/>
    <w:rsid w:val="00A22EFB"/>
    <w:rsid w:val="00A237E5"/>
    <w:rsid w:val="00A240D4"/>
    <w:rsid w:val="00A254D8"/>
    <w:rsid w:val="00A25F78"/>
    <w:rsid w:val="00A2698B"/>
    <w:rsid w:val="00A301A8"/>
    <w:rsid w:val="00A3047D"/>
    <w:rsid w:val="00A31403"/>
    <w:rsid w:val="00A31D1A"/>
    <w:rsid w:val="00A31E24"/>
    <w:rsid w:val="00A33C5A"/>
    <w:rsid w:val="00A33E5D"/>
    <w:rsid w:val="00A3671D"/>
    <w:rsid w:val="00A36BAB"/>
    <w:rsid w:val="00A37412"/>
    <w:rsid w:val="00A37BB3"/>
    <w:rsid w:val="00A40437"/>
    <w:rsid w:val="00A4111C"/>
    <w:rsid w:val="00A41269"/>
    <w:rsid w:val="00A423F0"/>
    <w:rsid w:val="00A424DA"/>
    <w:rsid w:val="00A42593"/>
    <w:rsid w:val="00A440A0"/>
    <w:rsid w:val="00A449F8"/>
    <w:rsid w:val="00A45741"/>
    <w:rsid w:val="00A462F6"/>
    <w:rsid w:val="00A47FDA"/>
    <w:rsid w:val="00A5236B"/>
    <w:rsid w:val="00A52548"/>
    <w:rsid w:val="00A532D0"/>
    <w:rsid w:val="00A54562"/>
    <w:rsid w:val="00A561CD"/>
    <w:rsid w:val="00A5657C"/>
    <w:rsid w:val="00A568F3"/>
    <w:rsid w:val="00A56F38"/>
    <w:rsid w:val="00A57897"/>
    <w:rsid w:val="00A61697"/>
    <w:rsid w:val="00A6333A"/>
    <w:rsid w:val="00A64B28"/>
    <w:rsid w:val="00A6730C"/>
    <w:rsid w:val="00A67476"/>
    <w:rsid w:val="00A67556"/>
    <w:rsid w:val="00A67C6F"/>
    <w:rsid w:val="00A67FC6"/>
    <w:rsid w:val="00A7021D"/>
    <w:rsid w:val="00A713E6"/>
    <w:rsid w:val="00A7464E"/>
    <w:rsid w:val="00A77229"/>
    <w:rsid w:val="00A7725C"/>
    <w:rsid w:val="00A80445"/>
    <w:rsid w:val="00A81D3F"/>
    <w:rsid w:val="00A85DBA"/>
    <w:rsid w:val="00A86817"/>
    <w:rsid w:val="00A870D0"/>
    <w:rsid w:val="00A8714A"/>
    <w:rsid w:val="00A87370"/>
    <w:rsid w:val="00A875B9"/>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1DC1"/>
    <w:rsid w:val="00AB433E"/>
    <w:rsid w:val="00AB4E36"/>
    <w:rsid w:val="00AB6B60"/>
    <w:rsid w:val="00AB6EB3"/>
    <w:rsid w:val="00AB732B"/>
    <w:rsid w:val="00AB7CBC"/>
    <w:rsid w:val="00AC0002"/>
    <w:rsid w:val="00AC0C31"/>
    <w:rsid w:val="00AC29B7"/>
    <w:rsid w:val="00AC378C"/>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294"/>
    <w:rsid w:val="00AF283B"/>
    <w:rsid w:val="00AF34F1"/>
    <w:rsid w:val="00AF39DE"/>
    <w:rsid w:val="00AF3E40"/>
    <w:rsid w:val="00AF47BB"/>
    <w:rsid w:val="00AF5BD4"/>
    <w:rsid w:val="00AF5E1A"/>
    <w:rsid w:val="00AF6634"/>
    <w:rsid w:val="00AF6BAC"/>
    <w:rsid w:val="00AF6E8E"/>
    <w:rsid w:val="00B01B19"/>
    <w:rsid w:val="00B02CA1"/>
    <w:rsid w:val="00B1332B"/>
    <w:rsid w:val="00B13DC0"/>
    <w:rsid w:val="00B143F0"/>
    <w:rsid w:val="00B14868"/>
    <w:rsid w:val="00B167C0"/>
    <w:rsid w:val="00B17561"/>
    <w:rsid w:val="00B17579"/>
    <w:rsid w:val="00B20152"/>
    <w:rsid w:val="00B20272"/>
    <w:rsid w:val="00B20A42"/>
    <w:rsid w:val="00B21DB2"/>
    <w:rsid w:val="00B21F37"/>
    <w:rsid w:val="00B23066"/>
    <w:rsid w:val="00B2339B"/>
    <w:rsid w:val="00B23480"/>
    <w:rsid w:val="00B2744C"/>
    <w:rsid w:val="00B315E5"/>
    <w:rsid w:val="00B31642"/>
    <w:rsid w:val="00B32AA1"/>
    <w:rsid w:val="00B32DDE"/>
    <w:rsid w:val="00B36CDF"/>
    <w:rsid w:val="00B375A6"/>
    <w:rsid w:val="00B41C2F"/>
    <w:rsid w:val="00B43BD1"/>
    <w:rsid w:val="00B47C16"/>
    <w:rsid w:val="00B47E88"/>
    <w:rsid w:val="00B50ADD"/>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66EED"/>
    <w:rsid w:val="00B749F7"/>
    <w:rsid w:val="00B74FDD"/>
    <w:rsid w:val="00B75371"/>
    <w:rsid w:val="00B778FA"/>
    <w:rsid w:val="00B77F99"/>
    <w:rsid w:val="00B8003F"/>
    <w:rsid w:val="00B802B1"/>
    <w:rsid w:val="00B81218"/>
    <w:rsid w:val="00B81C4B"/>
    <w:rsid w:val="00B82C62"/>
    <w:rsid w:val="00B8378C"/>
    <w:rsid w:val="00B84194"/>
    <w:rsid w:val="00B85DE2"/>
    <w:rsid w:val="00B86A4A"/>
    <w:rsid w:val="00B8788F"/>
    <w:rsid w:val="00B90AA8"/>
    <w:rsid w:val="00B9209F"/>
    <w:rsid w:val="00B92914"/>
    <w:rsid w:val="00B93DD1"/>
    <w:rsid w:val="00B9550D"/>
    <w:rsid w:val="00B955A4"/>
    <w:rsid w:val="00B96F11"/>
    <w:rsid w:val="00BA2282"/>
    <w:rsid w:val="00BA2681"/>
    <w:rsid w:val="00BA35E4"/>
    <w:rsid w:val="00BA37D8"/>
    <w:rsid w:val="00BA3981"/>
    <w:rsid w:val="00BA3A4E"/>
    <w:rsid w:val="00BA590D"/>
    <w:rsid w:val="00BA6855"/>
    <w:rsid w:val="00BA6918"/>
    <w:rsid w:val="00BA6BD8"/>
    <w:rsid w:val="00BA6CD6"/>
    <w:rsid w:val="00BA6D1D"/>
    <w:rsid w:val="00BB0041"/>
    <w:rsid w:val="00BB0209"/>
    <w:rsid w:val="00BB145A"/>
    <w:rsid w:val="00BB15DF"/>
    <w:rsid w:val="00BB1C27"/>
    <w:rsid w:val="00BB40A7"/>
    <w:rsid w:val="00BB431C"/>
    <w:rsid w:val="00BB65C9"/>
    <w:rsid w:val="00BB73CA"/>
    <w:rsid w:val="00BB767F"/>
    <w:rsid w:val="00BB76AD"/>
    <w:rsid w:val="00BB7741"/>
    <w:rsid w:val="00BC01D3"/>
    <w:rsid w:val="00BC186B"/>
    <w:rsid w:val="00BC25B2"/>
    <w:rsid w:val="00BC2D90"/>
    <w:rsid w:val="00BC37D9"/>
    <w:rsid w:val="00BC4713"/>
    <w:rsid w:val="00BC4ECC"/>
    <w:rsid w:val="00BD1929"/>
    <w:rsid w:val="00BD386C"/>
    <w:rsid w:val="00BD40C2"/>
    <w:rsid w:val="00BD4148"/>
    <w:rsid w:val="00BD51F5"/>
    <w:rsid w:val="00BD5753"/>
    <w:rsid w:val="00BD5DF5"/>
    <w:rsid w:val="00BD6478"/>
    <w:rsid w:val="00BD6F18"/>
    <w:rsid w:val="00BD780B"/>
    <w:rsid w:val="00BE0131"/>
    <w:rsid w:val="00BE2D70"/>
    <w:rsid w:val="00BF045A"/>
    <w:rsid w:val="00BF1DD9"/>
    <w:rsid w:val="00BF1F9C"/>
    <w:rsid w:val="00BF3304"/>
    <w:rsid w:val="00BF443E"/>
    <w:rsid w:val="00BF4549"/>
    <w:rsid w:val="00BF4A10"/>
    <w:rsid w:val="00BF62CA"/>
    <w:rsid w:val="00BF7239"/>
    <w:rsid w:val="00BF785B"/>
    <w:rsid w:val="00BF7B7F"/>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10943"/>
    <w:rsid w:val="00C11EF5"/>
    <w:rsid w:val="00C12012"/>
    <w:rsid w:val="00C15786"/>
    <w:rsid w:val="00C16127"/>
    <w:rsid w:val="00C16D89"/>
    <w:rsid w:val="00C20E20"/>
    <w:rsid w:val="00C20E9A"/>
    <w:rsid w:val="00C213A7"/>
    <w:rsid w:val="00C2206F"/>
    <w:rsid w:val="00C23D06"/>
    <w:rsid w:val="00C243B5"/>
    <w:rsid w:val="00C24413"/>
    <w:rsid w:val="00C32707"/>
    <w:rsid w:val="00C32C8A"/>
    <w:rsid w:val="00C330C1"/>
    <w:rsid w:val="00C331D2"/>
    <w:rsid w:val="00C337C1"/>
    <w:rsid w:val="00C33F7F"/>
    <w:rsid w:val="00C33FCF"/>
    <w:rsid w:val="00C33FDC"/>
    <w:rsid w:val="00C342F9"/>
    <w:rsid w:val="00C35067"/>
    <w:rsid w:val="00C35924"/>
    <w:rsid w:val="00C35AF8"/>
    <w:rsid w:val="00C367E4"/>
    <w:rsid w:val="00C37BCD"/>
    <w:rsid w:val="00C37D6E"/>
    <w:rsid w:val="00C40B9B"/>
    <w:rsid w:val="00C418E2"/>
    <w:rsid w:val="00C4284B"/>
    <w:rsid w:val="00C4364A"/>
    <w:rsid w:val="00C46EEA"/>
    <w:rsid w:val="00C47039"/>
    <w:rsid w:val="00C5061D"/>
    <w:rsid w:val="00C521C5"/>
    <w:rsid w:val="00C52BFB"/>
    <w:rsid w:val="00C52E1F"/>
    <w:rsid w:val="00C54054"/>
    <w:rsid w:val="00C54325"/>
    <w:rsid w:val="00C54B59"/>
    <w:rsid w:val="00C55772"/>
    <w:rsid w:val="00C55788"/>
    <w:rsid w:val="00C57469"/>
    <w:rsid w:val="00C5786A"/>
    <w:rsid w:val="00C57AEB"/>
    <w:rsid w:val="00C60EF5"/>
    <w:rsid w:val="00C64934"/>
    <w:rsid w:val="00C65ECF"/>
    <w:rsid w:val="00C660A3"/>
    <w:rsid w:val="00C7008C"/>
    <w:rsid w:val="00C7074A"/>
    <w:rsid w:val="00C71564"/>
    <w:rsid w:val="00C730F7"/>
    <w:rsid w:val="00C731EA"/>
    <w:rsid w:val="00C732D7"/>
    <w:rsid w:val="00C74256"/>
    <w:rsid w:val="00C74E75"/>
    <w:rsid w:val="00C76BC6"/>
    <w:rsid w:val="00C7716A"/>
    <w:rsid w:val="00C77173"/>
    <w:rsid w:val="00C80498"/>
    <w:rsid w:val="00C804C9"/>
    <w:rsid w:val="00C80E66"/>
    <w:rsid w:val="00C810C9"/>
    <w:rsid w:val="00C82DD4"/>
    <w:rsid w:val="00C84034"/>
    <w:rsid w:val="00C842C5"/>
    <w:rsid w:val="00C85C0A"/>
    <w:rsid w:val="00C86270"/>
    <w:rsid w:val="00C868EE"/>
    <w:rsid w:val="00C90E29"/>
    <w:rsid w:val="00C91A5C"/>
    <w:rsid w:val="00C92668"/>
    <w:rsid w:val="00C92C77"/>
    <w:rsid w:val="00C93514"/>
    <w:rsid w:val="00C93D45"/>
    <w:rsid w:val="00C96570"/>
    <w:rsid w:val="00C9679E"/>
    <w:rsid w:val="00C976A3"/>
    <w:rsid w:val="00C977D0"/>
    <w:rsid w:val="00CA01EB"/>
    <w:rsid w:val="00CA05DA"/>
    <w:rsid w:val="00CA2125"/>
    <w:rsid w:val="00CA26CD"/>
    <w:rsid w:val="00CA2EB5"/>
    <w:rsid w:val="00CA3482"/>
    <w:rsid w:val="00CA37EB"/>
    <w:rsid w:val="00CA3EF8"/>
    <w:rsid w:val="00CA4379"/>
    <w:rsid w:val="00CA492A"/>
    <w:rsid w:val="00CA6F18"/>
    <w:rsid w:val="00CA7553"/>
    <w:rsid w:val="00CB1AB5"/>
    <w:rsid w:val="00CB2781"/>
    <w:rsid w:val="00CB3CF6"/>
    <w:rsid w:val="00CB43ED"/>
    <w:rsid w:val="00CB5AA2"/>
    <w:rsid w:val="00CB5C65"/>
    <w:rsid w:val="00CB6575"/>
    <w:rsid w:val="00CC0D63"/>
    <w:rsid w:val="00CC2CCA"/>
    <w:rsid w:val="00CC3143"/>
    <w:rsid w:val="00CC3695"/>
    <w:rsid w:val="00CC54EA"/>
    <w:rsid w:val="00CC7DF4"/>
    <w:rsid w:val="00CD0124"/>
    <w:rsid w:val="00CD0962"/>
    <w:rsid w:val="00CD0EEC"/>
    <w:rsid w:val="00CD0F81"/>
    <w:rsid w:val="00CD2011"/>
    <w:rsid w:val="00CD2F2B"/>
    <w:rsid w:val="00CD5223"/>
    <w:rsid w:val="00CE0799"/>
    <w:rsid w:val="00CE1472"/>
    <w:rsid w:val="00CE24FA"/>
    <w:rsid w:val="00CE3019"/>
    <w:rsid w:val="00CE36AE"/>
    <w:rsid w:val="00CE4339"/>
    <w:rsid w:val="00CE4E83"/>
    <w:rsid w:val="00CE5CDA"/>
    <w:rsid w:val="00CF05FC"/>
    <w:rsid w:val="00CF159C"/>
    <w:rsid w:val="00CF232C"/>
    <w:rsid w:val="00CF2753"/>
    <w:rsid w:val="00CF2D83"/>
    <w:rsid w:val="00CF36E4"/>
    <w:rsid w:val="00CF4336"/>
    <w:rsid w:val="00CF5D85"/>
    <w:rsid w:val="00CF6018"/>
    <w:rsid w:val="00D0065F"/>
    <w:rsid w:val="00D00BA9"/>
    <w:rsid w:val="00D01D1C"/>
    <w:rsid w:val="00D0209D"/>
    <w:rsid w:val="00D0233E"/>
    <w:rsid w:val="00D03660"/>
    <w:rsid w:val="00D04293"/>
    <w:rsid w:val="00D048A7"/>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5708"/>
    <w:rsid w:val="00D3640A"/>
    <w:rsid w:val="00D368F8"/>
    <w:rsid w:val="00D374D9"/>
    <w:rsid w:val="00D3787E"/>
    <w:rsid w:val="00D37A87"/>
    <w:rsid w:val="00D40080"/>
    <w:rsid w:val="00D430E2"/>
    <w:rsid w:val="00D4613A"/>
    <w:rsid w:val="00D477DB"/>
    <w:rsid w:val="00D479BD"/>
    <w:rsid w:val="00D47E1F"/>
    <w:rsid w:val="00D50E92"/>
    <w:rsid w:val="00D50ED1"/>
    <w:rsid w:val="00D50EE8"/>
    <w:rsid w:val="00D52467"/>
    <w:rsid w:val="00D54408"/>
    <w:rsid w:val="00D553D3"/>
    <w:rsid w:val="00D55872"/>
    <w:rsid w:val="00D572EB"/>
    <w:rsid w:val="00D615DF"/>
    <w:rsid w:val="00D621EA"/>
    <w:rsid w:val="00D6358D"/>
    <w:rsid w:val="00D63B2E"/>
    <w:rsid w:val="00D64BE1"/>
    <w:rsid w:val="00D70C0F"/>
    <w:rsid w:val="00D74212"/>
    <w:rsid w:val="00D74511"/>
    <w:rsid w:val="00D76E97"/>
    <w:rsid w:val="00D77040"/>
    <w:rsid w:val="00D77565"/>
    <w:rsid w:val="00D8041D"/>
    <w:rsid w:val="00D80477"/>
    <w:rsid w:val="00D80C95"/>
    <w:rsid w:val="00D81C3E"/>
    <w:rsid w:val="00D81D98"/>
    <w:rsid w:val="00D81DB0"/>
    <w:rsid w:val="00D82122"/>
    <w:rsid w:val="00D83034"/>
    <w:rsid w:val="00D85A64"/>
    <w:rsid w:val="00D85BBE"/>
    <w:rsid w:val="00D900EB"/>
    <w:rsid w:val="00D90998"/>
    <w:rsid w:val="00D90C18"/>
    <w:rsid w:val="00D91549"/>
    <w:rsid w:val="00D934EC"/>
    <w:rsid w:val="00D93CF7"/>
    <w:rsid w:val="00D96546"/>
    <w:rsid w:val="00DA1B34"/>
    <w:rsid w:val="00DA1D82"/>
    <w:rsid w:val="00DA1F7F"/>
    <w:rsid w:val="00DA229E"/>
    <w:rsid w:val="00DA25B9"/>
    <w:rsid w:val="00DA3130"/>
    <w:rsid w:val="00DA4601"/>
    <w:rsid w:val="00DA4820"/>
    <w:rsid w:val="00DA51D6"/>
    <w:rsid w:val="00DA6B8F"/>
    <w:rsid w:val="00DA703A"/>
    <w:rsid w:val="00DA71D4"/>
    <w:rsid w:val="00DA7F11"/>
    <w:rsid w:val="00DB0091"/>
    <w:rsid w:val="00DB1849"/>
    <w:rsid w:val="00DB1C52"/>
    <w:rsid w:val="00DB1F94"/>
    <w:rsid w:val="00DB4721"/>
    <w:rsid w:val="00DB54D5"/>
    <w:rsid w:val="00DB7D04"/>
    <w:rsid w:val="00DC0AF4"/>
    <w:rsid w:val="00DC24D6"/>
    <w:rsid w:val="00DC253B"/>
    <w:rsid w:val="00DC4A2A"/>
    <w:rsid w:val="00DC5832"/>
    <w:rsid w:val="00DC6190"/>
    <w:rsid w:val="00DC6ADC"/>
    <w:rsid w:val="00DC7F4D"/>
    <w:rsid w:val="00DD32EE"/>
    <w:rsid w:val="00DD6D08"/>
    <w:rsid w:val="00DD6FFF"/>
    <w:rsid w:val="00DE025C"/>
    <w:rsid w:val="00DE0B58"/>
    <w:rsid w:val="00DE1E3F"/>
    <w:rsid w:val="00DE2509"/>
    <w:rsid w:val="00DE2D0E"/>
    <w:rsid w:val="00DE4324"/>
    <w:rsid w:val="00DE501B"/>
    <w:rsid w:val="00DE5A44"/>
    <w:rsid w:val="00DE5D1F"/>
    <w:rsid w:val="00DE5F24"/>
    <w:rsid w:val="00DE619C"/>
    <w:rsid w:val="00DF1666"/>
    <w:rsid w:val="00DF3C8F"/>
    <w:rsid w:val="00DF645C"/>
    <w:rsid w:val="00DF6D4F"/>
    <w:rsid w:val="00DF7C8A"/>
    <w:rsid w:val="00DF7F83"/>
    <w:rsid w:val="00E046A1"/>
    <w:rsid w:val="00E0477D"/>
    <w:rsid w:val="00E04871"/>
    <w:rsid w:val="00E04B76"/>
    <w:rsid w:val="00E04CDD"/>
    <w:rsid w:val="00E06FC4"/>
    <w:rsid w:val="00E079B5"/>
    <w:rsid w:val="00E07AD4"/>
    <w:rsid w:val="00E164FE"/>
    <w:rsid w:val="00E16B40"/>
    <w:rsid w:val="00E22B38"/>
    <w:rsid w:val="00E22B59"/>
    <w:rsid w:val="00E24AFB"/>
    <w:rsid w:val="00E272AF"/>
    <w:rsid w:val="00E30F65"/>
    <w:rsid w:val="00E32448"/>
    <w:rsid w:val="00E3311C"/>
    <w:rsid w:val="00E34D66"/>
    <w:rsid w:val="00E37186"/>
    <w:rsid w:val="00E37EFD"/>
    <w:rsid w:val="00E40681"/>
    <w:rsid w:val="00E4088B"/>
    <w:rsid w:val="00E40DA0"/>
    <w:rsid w:val="00E40F67"/>
    <w:rsid w:val="00E43297"/>
    <w:rsid w:val="00E45D87"/>
    <w:rsid w:val="00E45D94"/>
    <w:rsid w:val="00E4624F"/>
    <w:rsid w:val="00E470B3"/>
    <w:rsid w:val="00E47174"/>
    <w:rsid w:val="00E473E0"/>
    <w:rsid w:val="00E5036C"/>
    <w:rsid w:val="00E52867"/>
    <w:rsid w:val="00E530DA"/>
    <w:rsid w:val="00E53156"/>
    <w:rsid w:val="00E569E4"/>
    <w:rsid w:val="00E56FD5"/>
    <w:rsid w:val="00E6124B"/>
    <w:rsid w:val="00E614A7"/>
    <w:rsid w:val="00E6165A"/>
    <w:rsid w:val="00E622B2"/>
    <w:rsid w:val="00E62A28"/>
    <w:rsid w:val="00E63759"/>
    <w:rsid w:val="00E64E67"/>
    <w:rsid w:val="00E657A7"/>
    <w:rsid w:val="00E65E55"/>
    <w:rsid w:val="00E66C8F"/>
    <w:rsid w:val="00E66F31"/>
    <w:rsid w:val="00E70B4F"/>
    <w:rsid w:val="00E71D01"/>
    <w:rsid w:val="00E73C2D"/>
    <w:rsid w:val="00E73D29"/>
    <w:rsid w:val="00E75E3B"/>
    <w:rsid w:val="00E760D8"/>
    <w:rsid w:val="00E81288"/>
    <w:rsid w:val="00E81811"/>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1E98"/>
    <w:rsid w:val="00EA5D08"/>
    <w:rsid w:val="00EA6EC7"/>
    <w:rsid w:val="00EA6F92"/>
    <w:rsid w:val="00EB0F7D"/>
    <w:rsid w:val="00EB104B"/>
    <w:rsid w:val="00EB5175"/>
    <w:rsid w:val="00EB67A0"/>
    <w:rsid w:val="00EB7852"/>
    <w:rsid w:val="00EC0784"/>
    <w:rsid w:val="00EC1EE4"/>
    <w:rsid w:val="00EC29D7"/>
    <w:rsid w:val="00EC34E9"/>
    <w:rsid w:val="00EC369A"/>
    <w:rsid w:val="00EC4E66"/>
    <w:rsid w:val="00EC4EC4"/>
    <w:rsid w:val="00EC5305"/>
    <w:rsid w:val="00EC654F"/>
    <w:rsid w:val="00EC7389"/>
    <w:rsid w:val="00ED2AF2"/>
    <w:rsid w:val="00ED401B"/>
    <w:rsid w:val="00ED5B69"/>
    <w:rsid w:val="00ED6B49"/>
    <w:rsid w:val="00ED6C0B"/>
    <w:rsid w:val="00EE071D"/>
    <w:rsid w:val="00EE0EFE"/>
    <w:rsid w:val="00EE1305"/>
    <w:rsid w:val="00EE2A2E"/>
    <w:rsid w:val="00EE46D8"/>
    <w:rsid w:val="00EE621A"/>
    <w:rsid w:val="00EE6294"/>
    <w:rsid w:val="00EE6368"/>
    <w:rsid w:val="00EE7710"/>
    <w:rsid w:val="00EF1310"/>
    <w:rsid w:val="00EF2F5B"/>
    <w:rsid w:val="00EF48E2"/>
    <w:rsid w:val="00EF751A"/>
    <w:rsid w:val="00F01252"/>
    <w:rsid w:val="00F0170F"/>
    <w:rsid w:val="00F01A22"/>
    <w:rsid w:val="00F02B08"/>
    <w:rsid w:val="00F057DD"/>
    <w:rsid w:val="00F06F33"/>
    <w:rsid w:val="00F07162"/>
    <w:rsid w:val="00F079E2"/>
    <w:rsid w:val="00F07ED8"/>
    <w:rsid w:val="00F07F5B"/>
    <w:rsid w:val="00F11D0E"/>
    <w:rsid w:val="00F12DC9"/>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24AC"/>
    <w:rsid w:val="00F34E40"/>
    <w:rsid w:val="00F353A7"/>
    <w:rsid w:val="00F35453"/>
    <w:rsid w:val="00F41025"/>
    <w:rsid w:val="00F4103B"/>
    <w:rsid w:val="00F42989"/>
    <w:rsid w:val="00F42F63"/>
    <w:rsid w:val="00F455FE"/>
    <w:rsid w:val="00F459EE"/>
    <w:rsid w:val="00F472D5"/>
    <w:rsid w:val="00F476B4"/>
    <w:rsid w:val="00F47B64"/>
    <w:rsid w:val="00F5011D"/>
    <w:rsid w:val="00F50141"/>
    <w:rsid w:val="00F5396B"/>
    <w:rsid w:val="00F54891"/>
    <w:rsid w:val="00F56705"/>
    <w:rsid w:val="00F56CE2"/>
    <w:rsid w:val="00F612C0"/>
    <w:rsid w:val="00F61495"/>
    <w:rsid w:val="00F6605C"/>
    <w:rsid w:val="00F66C7F"/>
    <w:rsid w:val="00F67747"/>
    <w:rsid w:val="00F67AA2"/>
    <w:rsid w:val="00F7037B"/>
    <w:rsid w:val="00F74817"/>
    <w:rsid w:val="00F75447"/>
    <w:rsid w:val="00F7569F"/>
    <w:rsid w:val="00F75CB4"/>
    <w:rsid w:val="00F768DE"/>
    <w:rsid w:val="00F80217"/>
    <w:rsid w:val="00F806A1"/>
    <w:rsid w:val="00F82E52"/>
    <w:rsid w:val="00F86835"/>
    <w:rsid w:val="00F86B09"/>
    <w:rsid w:val="00F9141E"/>
    <w:rsid w:val="00F91A72"/>
    <w:rsid w:val="00F9249B"/>
    <w:rsid w:val="00F94DD0"/>
    <w:rsid w:val="00F95342"/>
    <w:rsid w:val="00F957EB"/>
    <w:rsid w:val="00F965E9"/>
    <w:rsid w:val="00F96B57"/>
    <w:rsid w:val="00F96BE2"/>
    <w:rsid w:val="00F96C43"/>
    <w:rsid w:val="00FA2C0B"/>
    <w:rsid w:val="00FA4A86"/>
    <w:rsid w:val="00FA5C77"/>
    <w:rsid w:val="00FA6552"/>
    <w:rsid w:val="00FA75A0"/>
    <w:rsid w:val="00FA7743"/>
    <w:rsid w:val="00FB229A"/>
    <w:rsid w:val="00FB25B8"/>
    <w:rsid w:val="00FB3D6A"/>
    <w:rsid w:val="00FB4909"/>
    <w:rsid w:val="00FB4B71"/>
    <w:rsid w:val="00FB64DE"/>
    <w:rsid w:val="00FB69AB"/>
    <w:rsid w:val="00FB7B87"/>
    <w:rsid w:val="00FC0B2B"/>
    <w:rsid w:val="00FC16E7"/>
    <w:rsid w:val="00FC1EB8"/>
    <w:rsid w:val="00FC26C6"/>
    <w:rsid w:val="00FC3CCA"/>
    <w:rsid w:val="00FC4A43"/>
    <w:rsid w:val="00FC6DD6"/>
    <w:rsid w:val="00FC7228"/>
    <w:rsid w:val="00FC7442"/>
    <w:rsid w:val="00FD0052"/>
    <w:rsid w:val="00FD0786"/>
    <w:rsid w:val="00FD1EE5"/>
    <w:rsid w:val="00FD1FD4"/>
    <w:rsid w:val="00FD2970"/>
    <w:rsid w:val="00FD48A6"/>
    <w:rsid w:val="00FD5632"/>
    <w:rsid w:val="00FD68B9"/>
    <w:rsid w:val="00FD7A4D"/>
    <w:rsid w:val="00FE125A"/>
    <w:rsid w:val="00FE12D3"/>
    <w:rsid w:val="00FE15A4"/>
    <w:rsid w:val="00FE20E6"/>
    <w:rsid w:val="00FE2B69"/>
    <w:rsid w:val="00FE3A4C"/>
    <w:rsid w:val="00FE4551"/>
    <w:rsid w:val="00FE59FB"/>
    <w:rsid w:val="00FF249E"/>
    <w:rsid w:val="00FF2FDB"/>
    <w:rsid w:val="00FF3435"/>
    <w:rsid w:val="00FF3C7E"/>
    <w:rsid w:val="00FF3DE4"/>
    <w:rsid w:val="00FF4976"/>
    <w:rsid w:val="00FF4CAD"/>
    <w:rsid w:val="00FF4D5D"/>
    <w:rsid w:val="00FF661F"/>
    <w:rsid w:val="00FF6EF5"/>
    <w:rsid w:val="00FF77CA"/>
    <w:rsid w:val="00FF7B6E"/>
    <w:rsid w:val="01388FE8"/>
    <w:rsid w:val="01747BCD"/>
    <w:rsid w:val="041F64E4"/>
    <w:rsid w:val="0592DFBB"/>
    <w:rsid w:val="097600E6"/>
    <w:rsid w:val="09B7F48F"/>
    <w:rsid w:val="0D4DEEF1"/>
    <w:rsid w:val="1361F498"/>
    <w:rsid w:val="150C2CFE"/>
    <w:rsid w:val="15523E70"/>
    <w:rsid w:val="15DF1CB7"/>
    <w:rsid w:val="1691BC45"/>
    <w:rsid w:val="16BC0FCB"/>
    <w:rsid w:val="1708297C"/>
    <w:rsid w:val="17F7C155"/>
    <w:rsid w:val="19628DD7"/>
    <w:rsid w:val="1B845B95"/>
    <w:rsid w:val="1C3B6128"/>
    <w:rsid w:val="1D6BE8E0"/>
    <w:rsid w:val="1FDC8F15"/>
    <w:rsid w:val="2085C6DA"/>
    <w:rsid w:val="20A3FCB6"/>
    <w:rsid w:val="21C76F30"/>
    <w:rsid w:val="2243095E"/>
    <w:rsid w:val="225CF779"/>
    <w:rsid w:val="248AA5EF"/>
    <w:rsid w:val="24EE27EB"/>
    <w:rsid w:val="25AB01A1"/>
    <w:rsid w:val="25DDC6B9"/>
    <w:rsid w:val="2A127530"/>
    <w:rsid w:val="2CD889EC"/>
    <w:rsid w:val="2DAE6F09"/>
    <w:rsid w:val="2DD893CC"/>
    <w:rsid w:val="33C369B7"/>
    <w:rsid w:val="33FD1F75"/>
    <w:rsid w:val="38B47743"/>
    <w:rsid w:val="3B2AA08D"/>
    <w:rsid w:val="3B6711C8"/>
    <w:rsid w:val="3B81810E"/>
    <w:rsid w:val="3B8617E0"/>
    <w:rsid w:val="3BEC1805"/>
    <w:rsid w:val="3D46AA28"/>
    <w:rsid w:val="3DF376BC"/>
    <w:rsid w:val="3F11AE36"/>
    <w:rsid w:val="3F589DDA"/>
    <w:rsid w:val="3F765FAE"/>
    <w:rsid w:val="40A394A7"/>
    <w:rsid w:val="40D6504F"/>
    <w:rsid w:val="4164401D"/>
    <w:rsid w:val="41821B43"/>
    <w:rsid w:val="425B5989"/>
    <w:rsid w:val="426C222C"/>
    <w:rsid w:val="44957A2C"/>
    <w:rsid w:val="457A7FB2"/>
    <w:rsid w:val="45848C49"/>
    <w:rsid w:val="46A3ECDB"/>
    <w:rsid w:val="4759BF63"/>
    <w:rsid w:val="4A314E90"/>
    <w:rsid w:val="4AC2748A"/>
    <w:rsid w:val="4B5D1F59"/>
    <w:rsid w:val="4B85FCF3"/>
    <w:rsid w:val="4C4C5EB3"/>
    <w:rsid w:val="4F0621E8"/>
    <w:rsid w:val="4F6493F6"/>
    <w:rsid w:val="53D3FCFC"/>
    <w:rsid w:val="54153B3A"/>
    <w:rsid w:val="5479AFF5"/>
    <w:rsid w:val="5506B13D"/>
    <w:rsid w:val="55B10B9B"/>
    <w:rsid w:val="582A10BC"/>
    <w:rsid w:val="58E8AC5D"/>
    <w:rsid w:val="597A1B2F"/>
    <w:rsid w:val="5AE04659"/>
    <w:rsid w:val="5E7EBEA9"/>
    <w:rsid w:val="601A8F0A"/>
    <w:rsid w:val="6033708F"/>
    <w:rsid w:val="6213359B"/>
    <w:rsid w:val="62845CF3"/>
    <w:rsid w:val="62DF20B5"/>
    <w:rsid w:val="63CED7F8"/>
    <w:rsid w:val="671F045A"/>
    <w:rsid w:val="67FC5C1E"/>
    <w:rsid w:val="683D9A5C"/>
    <w:rsid w:val="68727051"/>
    <w:rsid w:val="68E894A9"/>
    <w:rsid w:val="6C0A715B"/>
    <w:rsid w:val="6C4063D0"/>
    <w:rsid w:val="6D00B1B9"/>
    <w:rsid w:val="70ABAE14"/>
    <w:rsid w:val="712758E3"/>
    <w:rsid w:val="733F0EC5"/>
    <w:rsid w:val="76C29972"/>
    <w:rsid w:val="78A9527F"/>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811DE5"/>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FA6552"/>
    <w:rPr>
      <w:rFonts w:ascii="Arial" w:hAnsi="Arial"/>
      <w:sz w:val="22"/>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4" ma:contentTypeDescription="Ein neues Dokument erstellen." ma:contentTypeScope="" ma:versionID="d1e96f8b3d4453f1cfccf673b7337298">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8cfad5d3816452aa88f5dc1bc380fb1"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SharedWithUsers>
  </documentManagement>
</p:properties>
</file>

<file path=customXml/itemProps1.xml><?xml version="1.0" encoding="utf-8"?>
<ds:datastoreItem xmlns:ds="http://schemas.openxmlformats.org/officeDocument/2006/customXml" ds:itemID="{46DFECE5-FED7-484E-9328-E0B138D0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0</TotalTime>
  <Pages>2</Pages>
  <Words>328</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Deere &amp; Company</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Iwona Plotzke</cp:lastModifiedBy>
  <cp:revision>3</cp:revision>
  <cp:lastPrinted>2024-02-16T14:59:00Z</cp:lastPrinted>
  <dcterms:created xsi:type="dcterms:W3CDTF">2024-02-16T14:59:00Z</dcterms:created>
  <dcterms:modified xsi:type="dcterms:W3CDTF">2024-02-16T14:59:00Z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a82ad2cd-5c8a-4121-89bc-d5cb1015a0bf</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2023-02-17T10:45:24Z</vt:lpwstr>
  </property>
  <property fmtid="{D5CDD505-2E9C-101B-9397-08002B2CF9AE}" pid="10" name="MSIP_Label_029374dd-2437-4816-8d63-bf9cc1b578e5_SiteId">
    <vt:lpwstr>39b03722-b836-496a-85ec-850f0957ca6b</vt:lpwstr>
  </property>
</Properties>
</file>